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26"/>
        <w:tblW w:w="0" w:type="auto"/>
        <w:tblLook w:val="01E0" w:firstRow="1" w:lastRow="1" w:firstColumn="1" w:lastColumn="1" w:noHBand="0" w:noVBand="0"/>
      </w:tblPr>
      <w:tblGrid>
        <w:gridCol w:w="1962"/>
        <w:gridCol w:w="7664"/>
        <w:gridCol w:w="13"/>
      </w:tblGrid>
      <w:tr w:rsidR="00D90059" w:rsidTr="006015A1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4910" w:rsidRDefault="003B7DF9" w:rsidP="006015A1"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D90059" w:rsidP="006015A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D90059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3B7DF9" w:rsidP="006015A1">
            <w:pPr>
              <w:rPr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D90059" w:rsidP="0081003E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                                    </w:t>
            </w:r>
            <w:r w:rsidR="003B7DF9" w:rsidRPr="006015A1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6015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1003E">
              <w:rPr>
                <w:rFonts w:ascii="Arial" w:hAnsi="Arial" w:cs="Arial"/>
                <w:sz w:val="18"/>
                <w:szCs w:val="18"/>
              </w:rPr>
              <w:t>73</w:t>
            </w:r>
          </w:p>
        </w:tc>
      </w:tr>
      <w:tr w:rsidR="00D90059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F8647F" w:rsidP="006015A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3B7DF9" w:rsidP="006015A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F8647F" w:rsidP="006015A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F8647F" w:rsidP="006015A1">
            <w:pPr>
              <w:rPr>
                <w:rFonts w:ascii="Arial" w:hAnsi="Arial" w:cs="Arial"/>
                <w:sz w:val="18"/>
                <w:szCs w:val="18"/>
              </w:rPr>
            </w:pPr>
            <w:r w:rsidRPr="006015A1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6015A1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6015A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81003E">
              <w:rPr>
                <w:rFonts w:ascii="Arial" w:hAnsi="Arial" w:cs="Arial"/>
                <w:noProof/>
                <w:sz w:val="18"/>
                <w:szCs w:val="18"/>
              </w:rPr>
              <w:t>Tuesday, 21 July 2020</w:t>
            </w:r>
            <w:r w:rsidRPr="006015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431DE6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31DE6" w:rsidRPr="006015A1" w:rsidRDefault="00431DE6" w:rsidP="006015A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Ward/Dept.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31DE6" w:rsidRPr="006015A1" w:rsidRDefault="00431DE6" w:rsidP="0081003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6015A1">
              <w:rPr>
                <w:rFonts w:ascii="Arial" w:hAnsi="Arial" w:cs="Arial"/>
                <w:sz w:val="18"/>
                <w:szCs w:val="18"/>
              </w:rPr>
              <w:t>OP</w:t>
            </w:r>
          </w:p>
        </w:tc>
      </w:tr>
      <w:tr w:rsidR="003B7DF9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F8647F" w:rsidP="006015A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3B7DF9" w:rsidP="006015A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49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6015A1" w:rsidRDefault="00A5497F" w:rsidP="006015A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64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497F" w:rsidRPr="006015A1" w:rsidRDefault="0081003E" w:rsidP="006015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Pain unclear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aetiology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Known R iliac stenosis. Please see if there is left infra-inguinal disease and ABPI both legs.</w:t>
            </w:r>
          </w:p>
        </w:tc>
      </w:tr>
      <w:tr w:rsidR="00A549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6015A1" w:rsidRDefault="00A5497F" w:rsidP="006015A1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64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6015A1" w:rsidRDefault="00A5497F" w:rsidP="006015A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6015A1" w:rsidTr="006015A1">
        <w:trPr>
          <w:gridAfter w:val="1"/>
          <w:wAfter w:w="13" w:type="dxa"/>
        </w:trPr>
        <w:tc>
          <w:tcPr>
            <w:tcW w:w="9740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6015A1" w:rsidRDefault="00746844" w:rsidP="006015A1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2784" behindDoc="0" locked="0" layoutInCell="1" allowOverlap="1">
                      <wp:simplePos x="0" y="0"/>
                      <wp:positionH relativeFrom="column">
                        <wp:posOffset>237490</wp:posOffset>
                      </wp:positionH>
                      <wp:positionV relativeFrom="paragraph">
                        <wp:posOffset>147320</wp:posOffset>
                      </wp:positionV>
                      <wp:extent cx="91440" cy="612775"/>
                      <wp:effectExtent l="5080" t="10795" r="8255" b="5080"/>
                      <wp:wrapNone/>
                      <wp:docPr id="71" name="Freeform 2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1440" cy="612775"/>
                              </a:xfrm>
                              <a:custGeom>
                                <a:avLst/>
                                <a:gdLst>
                                  <a:gd name="T0" fmla="*/ 0 w 144"/>
                                  <a:gd name="T1" fmla="*/ 0 h 965"/>
                                  <a:gd name="T2" fmla="*/ 109 w 144"/>
                                  <a:gd name="T3" fmla="*/ 384 h 965"/>
                                  <a:gd name="T4" fmla="*/ 140 w 144"/>
                                  <a:gd name="T5" fmla="*/ 641 h 965"/>
                                  <a:gd name="T6" fmla="*/ 131 w 144"/>
                                  <a:gd name="T7" fmla="*/ 838 h 965"/>
                                  <a:gd name="T8" fmla="*/ 116 w 144"/>
                                  <a:gd name="T9" fmla="*/ 965 h 9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44" h="965">
                                    <a:moveTo>
                                      <a:pt x="0" y="0"/>
                                    </a:moveTo>
                                    <a:cubicBezTo>
                                      <a:pt x="20" y="64"/>
                                      <a:pt x="86" y="277"/>
                                      <a:pt x="109" y="384"/>
                                    </a:cubicBezTo>
                                    <a:cubicBezTo>
                                      <a:pt x="132" y="491"/>
                                      <a:pt x="136" y="565"/>
                                      <a:pt x="140" y="641"/>
                                    </a:cubicBezTo>
                                    <a:cubicBezTo>
                                      <a:pt x="144" y="717"/>
                                      <a:pt x="135" y="784"/>
                                      <a:pt x="131" y="838"/>
                                    </a:cubicBezTo>
                                    <a:cubicBezTo>
                                      <a:pt x="127" y="892"/>
                                      <a:pt x="122" y="928"/>
                                      <a:pt x="116" y="965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213462" id="Freeform 251" o:spid="_x0000_s1026" style="position:absolute;margin-left:18.7pt;margin-top:11.6pt;width:7.2pt;height:48.2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4,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" path="m,c20,64,86,277,109,384v23,107,27,181,31,257c144,717,135,784,131,838v-4,54,-9,90,-15,127e" filled="f">
                      <v:path arrowok="t" o:connecttype="custom" o:connectlocs="0,0;69215,243840;88900,407035;83185,532130;73660,612775" o:connectangles="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8688" behindDoc="0" locked="0" layoutInCell="1" allowOverlap="1">
                      <wp:simplePos x="0" y="0"/>
                      <wp:positionH relativeFrom="column">
                        <wp:posOffset>1555115</wp:posOffset>
                      </wp:positionH>
                      <wp:positionV relativeFrom="paragraph">
                        <wp:posOffset>48260</wp:posOffset>
                      </wp:positionV>
                      <wp:extent cx="4262755" cy="4876800"/>
                      <wp:effectExtent l="8255" t="6985" r="15240" b="12065"/>
                      <wp:wrapNone/>
                      <wp:docPr id="70" name="Freeform 2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262755" cy="4876800"/>
                              </a:xfrm>
                              <a:custGeom>
                                <a:avLst/>
                                <a:gdLst>
                                  <a:gd name="T0" fmla="*/ 165 w 6715"/>
                                  <a:gd name="T1" fmla="*/ 2690 h 7680"/>
                                  <a:gd name="T2" fmla="*/ 764 w 6715"/>
                                  <a:gd name="T3" fmla="*/ 2976 h 7680"/>
                                  <a:gd name="T4" fmla="*/ 1201 w 6715"/>
                                  <a:gd name="T5" fmla="*/ 3045 h 7680"/>
                                  <a:gd name="T6" fmla="*/ 1879 w 6715"/>
                                  <a:gd name="T7" fmla="*/ 3204 h 7680"/>
                                  <a:gd name="T8" fmla="*/ 2303 w 6715"/>
                                  <a:gd name="T9" fmla="*/ 3282 h 7680"/>
                                  <a:gd name="T10" fmla="*/ 2726 w 6715"/>
                                  <a:gd name="T11" fmla="*/ 3472 h 7680"/>
                                  <a:gd name="T12" fmla="*/ 3043 w 6715"/>
                                  <a:gd name="T13" fmla="*/ 3638 h 7680"/>
                                  <a:gd name="T14" fmla="*/ 3096 w 6715"/>
                                  <a:gd name="T15" fmla="*/ 4000 h 7680"/>
                                  <a:gd name="T16" fmla="*/ 3185 w 6715"/>
                                  <a:gd name="T17" fmla="*/ 4573 h 7680"/>
                                  <a:gd name="T18" fmla="*/ 3393 w 6715"/>
                                  <a:gd name="T19" fmla="*/ 4971 h 7680"/>
                                  <a:gd name="T20" fmla="*/ 3659 w 6715"/>
                                  <a:gd name="T21" fmla="*/ 5351 h 7680"/>
                                  <a:gd name="T22" fmla="*/ 3991 w 6715"/>
                                  <a:gd name="T23" fmla="*/ 6004 h 7680"/>
                                  <a:gd name="T24" fmla="*/ 4255 w 6715"/>
                                  <a:gd name="T25" fmla="*/ 6515 h 7680"/>
                                  <a:gd name="T26" fmla="*/ 4309 w 6715"/>
                                  <a:gd name="T27" fmla="*/ 6942 h 7680"/>
                                  <a:gd name="T28" fmla="*/ 4273 w 6715"/>
                                  <a:gd name="T29" fmla="*/ 7256 h 7680"/>
                                  <a:gd name="T30" fmla="*/ 4399 w 6715"/>
                                  <a:gd name="T31" fmla="*/ 7450 h 7680"/>
                                  <a:gd name="T32" fmla="*/ 4721 w 6715"/>
                                  <a:gd name="T33" fmla="*/ 7519 h 7680"/>
                                  <a:gd name="T34" fmla="*/ 4946 w 6715"/>
                                  <a:gd name="T35" fmla="*/ 7518 h 7680"/>
                                  <a:gd name="T36" fmla="*/ 5126 w 6715"/>
                                  <a:gd name="T37" fmla="*/ 7508 h 7680"/>
                                  <a:gd name="T38" fmla="*/ 5557 w 6715"/>
                                  <a:gd name="T39" fmla="*/ 7607 h 7680"/>
                                  <a:gd name="T40" fmla="*/ 5791 w 6715"/>
                                  <a:gd name="T41" fmla="*/ 7624 h 7680"/>
                                  <a:gd name="T42" fmla="*/ 6077 w 6715"/>
                                  <a:gd name="T43" fmla="*/ 7677 h 7680"/>
                                  <a:gd name="T44" fmla="*/ 6319 w 6715"/>
                                  <a:gd name="T45" fmla="*/ 7605 h 7680"/>
                                  <a:gd name="T46" fmla="*/ 6442 w 6715"/>
                                  <a:gd name="T47" fmla="*/ 7482 h 7680"/>
                                  <a:gd name="T48" fmla="*/ 6547 w 6715"/>
                                  <a:gd name="T49" fmla="*/ 7452 h 7680"/>
                                  <a:gd name="T50" fmla="*/ 6694 w 6715"/>
                                  <a:gd name="T51" fmla="*/ 7290 h 7680"/>
                                  <a:gd name="T52" fmla="*/ 6675 w 6715"/>
                                  <a:gd name="T53" fmla="*/ 7145 h 7680"/>
                                  <a:gd name="T54" fmla="*/ 6501 w 6715"/>
                                  <a:gd name="T55" fmla="*/ 7150 h 7680"/>
                                  <a:gd name="T56" fmla="*/ 6363 w 6715"/>
                                  <a:gd name="T57" fmla="*/ 7192 h 7680"/>
                                  <a:gd name="T58" fmla="*/ 6214 w 6715"/>
                                  <a:gd name="T59" fmla="*/ 7212 h 7680"/>
                                  <a:gd name="T60" fmla="*/ 5953 w 6715"/>
                                  <a:gd name="T61" fmla="*/ 7103 h 7680"/>
                                  <a:gd name="T62" fmla="*/ 5582 w 6715"/>
                                  <a:gd name="T63" fmla="*/ 6842 h 7680"/>
                                  <a:gd name="T64" fmla="*/ 5332 w 6715"/>
                                  <a:gd name="T65" fmla="*/ 6656 h 7680"/>
                                  <a:gd name="T66" fmla="*/ 5042 w 6715"/>
                                  <a:gd name="T67" fmla="*/ 6156 h 7680"/>
                                  <a:gd name="T68" fmla="*/ 4833 w 6715"/>
                                  <a:gd name="T69" fmla="*/ 5483 h 7680"/>
                                  <a:gd name="T70" fmla="*/ 4658 w 6715"/>
                                  <a:gd name="T71" fmla="*/ 4671 h 7680"/>
                                  <a:gd name="T72" fmla="*/ 4342 w 6715"/>
                                  <a:gd name="T73" fmla="*/ 3713 h 7680"/>
                                  <a:gd name="T74" fmla="*/ 4233 w 6715"/>
                                  <a:gd name="T75" fmla="*/ 3315 h 7680"/>
                                  <a:gd name="T76" fmla="*/ 4139 w 6715"/>
                                  <a:gd name="T77" fmla="*/ 2735 h 7680"/>
                                  <a:gd name="T78" fmla="*/ 3999 w 6715"/>
                                  <a:gd name="T79" fmla="*/ 2401 h 7680"/>
                                  <a:gd name="T80" fmla="*/ 3747 w 6715"/>
                                  <a:gd name="T81" fmla="*/ 2235 h 7680"/>
                                  <a:gd name="T82" fmla="*/ 3229 w 6715"/>
                                  <a:gd name="T83" fmla="*/ 1899 h 7680"/>
                                  <a:gd name="T84" fmla="*/ 2669 w 6715"/>
                                  <a:gd name="T85" fmla="*/ 1579 h 7680"/>
                                  <a:gd name="T86" fmla="*/ 1973 w 6715"/>
                                  <a:gd name="T87" fmla="*/ 1280 h 7680"/>
                                  <a:gd name="T88" fmla="*/ 1296 w 6715"/>
                                  <a:gd name="T89" fmla="*/ 1059 h 7680"/>
                                  <a:gd name="T90" fmla="*/ 1085 w 6715"/>
                                  <a:gd name="T91" fmla="*/ 999 h 7680"/>
                                  <a:gd name="T92" fmla="*/ 923 w 6715"/>
                                  <a:gd name="T93" fmla="*/ 883 h 7680"/>
                                  <a:gd name="T94" fmla="*/ 715 w 6715"/>
                                  <a:gd name="T95" fmla="*/ 735 h 7680"/>
                                  <a:gd name="T96" fmla="*/ 408 w 6715"/>
                                  <a:gd name="T97" fmla="*/ 480 h 7680"/>
                                  <a:gd name="T98" fmla="*/ 156 w 6715"/>
                                  <a:gd name="T99" fmla="*/ 312 h 7680"/>
                                  <a:gd name="T100" fmla="*/ 0 w 6715"/>
                                  <a:gd name="T101" fmla="*/ 0 h 76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6715" h="7680">
                                    <a:moveTo>
                                      <a:pt x="165" y="2690"/>
                                    </a:moveTo>
                                    <a:cubicBezTo>
                                      <a:pt x="377" y="2805"/>
                                      <a:pt x="592" y="2917"/>
                                      <a:pt x="764" y="2976"/>
                                    </a:cubicBezTo>
                                    <a:cubicBezTo>
                                      <a:pt x="936" y="3035"/>
                                      <a:pt x="1016" y="3006"/>
                                      <a:pt x="1201" y="3045"/>
                                    </a:cubicBezTo>
                                    <a:cubicBezTo>
                                      <a:pt x="1387" y="3083"/>
                                      <a:pt x="1695" y="3165"/>
                                      <a:pt x="1879" y="3204"/>
                                    </a:cubicBezTo>
                                    <a:cubicBezTo>
                                      <a:pt x="2063" y="3244"/>
                                      <a:pt x="2161" y="3238"/>
                                      <a:pt x="2303" y="3282"/>
                                    </a:cubicBezTo>
                                    <a:cubicBezTo>
                                      <a:pt x="2444" y="3327"/>
                                      <a:pt x="2603" y="3413"/>
                                      <a:pt x="2726" y="3472"/>
                                    </a:cubicBezTo>
                                    <a:cubicBezTo>
                                      <a:pt x="2850" y="3531"/>
                                      <a:pt x="2982" y="3550"/>
                                      <a:pt x="3043" y="3638"/>
                                    </a:cubicBezTo>
                                    <a:cubicBezTo>
                                      <a:pt x="3104" y="3726"/>
                                      <a:pt x="3071" y="3845"/>
                                      <a:pt x="3096" y="4000"/>
                                    </a:cubicBezTo>
                                    <a:cubicBezTo>
                                      <a:pt x="3120" y="4156"/>
                                      <a:pt x="3135" y="4412"/>
                                      <a:pt x="3185" y="4573"/>
                                    </a:cubicBezTo>
                                    <a:cubicBezTo>
                                      <a:pt x="3235" y="4735"/>
                                      <a:pt x="3314" y="4841"/>
                                      <a:pt x="3393" y="4971"/>
                                    </a:cubicBezTo>
                                    <a:cubicBezTo>
                                      <a:pt x="3472" y="5101"/>
                                      <a:pt x="3559" y="5178"/>
                                      <a:pt x="3659" y="5351"/>
                                    </a:cubicBezTo>
                                    <a:cubicBezTo>
                                      <a:pt x="3759" y="5522"/>
                                      <a:pt x="3893" y="5810"/>
                                      <a:pt x="3991" y="6004"/>
                                    </a:cubicBezTo>
                                    <a:cubicBezTo>
                                      <a:pt x="4091" y="6199"/>
                                      <a:pt x="4201" y="6358"/>
                                      <a:pt x="4255" y="6515"/>
                                    </a:cubicBezTo>
                                    <a:cubicBezTo>
                                      <a:pt x="4307" y="6670"/>
                                      <a:pt x="4307" y="6819"/>
                                      <a:pt x="4309" y="6942"/>
                                    </a:cubicBezTo>
                                    <a:cubicBezTo>
                                      <a:pt x="4312" y="7065"/>
                                      <a:pt x="4258" y="7171"/>
                                      <a:pt x="4273" y="7256"/>
                                    </a:cubicBezTo>
                                    <a:cubicBezTo>
                                      <a:pt x="4287" y="7341"/>
                                      <a:pt x="4324" y="7406"/>
                                      <a:pt x="4399" y="7450"/>
                                    </a:cubicBezTo>
                                    <a:cubicBezTo>
                                      <a:pt x="4474" y="7494"/>
                                      <a:pt x="4629" y="7508"/>
                                      <a:pt x="4721" y="7519"/>
                                    </a:cubicBezTo>
                                    <a:cubicBezTo>
                                      <a:pt x="4812" y="7531"/>
                                      <a:pt x="4879" y="7520"/>
                                      <a:pt x="4946" y="7518"/>
                                    </a:cubicBezTo>
                                    <a:cubicBezTo>
                                      <a:pt x="5013" y="7517"/>
                                      <a:pt x="5024" y="7493"/>
                                      <a:pt x="5126" y="7508"/>
                                    </a:cubicBezTo>
                                    <a:cubicBezTo>
                                      <a:pt x="5228" y="7523"/>
                                      <a:pt x="5446" y="7586"/>
                                      <a:pt x="5557" y="7607"/>
                                    </a:cubicBezTo>
                                    <a:cubicBezTo>
                                      <a:pt x="5667" y="7626"/>
                                      <a:pt x="5704" y="7612"/>
                                      <a:pt x="5791" y="7624"/>
                                    </a:cubicBezTo>
                                    <a:cubicBezTo>
                                      <a:pt x="5878" y="7636"/>
                                      <a:pt x="5990" y="7680"/>
                                      <a:pt x="6077" y="7677"/>
                                    </a:cubicBezTo>
                                    <a:cubicBezTo>
                                      <a:pt x="6166" y="7673"/>
                                      <a:pt x="6257" y="7638"/>
                                      <a:pt x="6319" y="7605"/>
                                    </a:cubicBezTo>
                                    <a:cubicBezTo>
                                      <a:pt x="6379" y="7573"/>
                                      <a:pt x="6404" y="7509"/>
                                      <a:pt x="6442" y="7482"/>
                                    </a:cubicBezTo>
                                    <a:cubicBezTo>
                                      <a:pt x="6479" y="7457"/>
                                      <a:pt x="6505" y="7483"/>
                                      <a:pt x="6547" y="7452"/>
                                    </a:cubicBezTo>
                                    <a:cubicBezTo>
                                      <a:pt x="6588" y="7419"/>
                                      <a:pt x="6672" y="7341"/>
                                      <a:pt x="6694" y="7290"/>
                                    </a:cubicBezTo>
                                    <a:cubicBezTo>
                                      <a:pt x="6715" y="7239"/>
                                      <a:pt x="6707" y="7169"/>
                                      <a:pt x="6675" y="7145"/>
                                    </a:cubicBezTo>
                                    <a:cubicBezTo>
                                      <a:pt x="6643" y="7122"/>
                                      <a:pt x="6553" y="7143"/>
                                      <a:pt x="6501" y="7150"/>
                                    </a:cubicBezTo>
                                    <a:cubicBezTo>
                                      <a:pt x="6450" y="7158"/>
                                      <a:pt x="6410" y="7181"/>
                                      <a:pt x="6363" y="7192"/>
                                    </a:cubicBezTo>
                                    <a:cubicBezTo>
                                      <a:pt x="6315" y="7202"/>
                                      <a:pt x="6282" y="7226"/>
                                      <a:pt x="6214" y="7212"/>
                                    </a:cubicBezTo>
                                    <a:cubicBezTo>
                                      <a:pt x="6145" y="7198"/>
                                      <a:pt x="6058" y="7165"/>
                                      <a:pt x="5953" y="7103"/>
                                    </a:cubicBezTo>
                                    <a:cubicBezTo>
                                      <a:pt x="5847" y="7042"/>
                                      <a:pt x="5685" y="6916"/>
                                      <a:pt x="5582" y="6842"/>
                                    </a:cubicBezTo>
                                    <a:cubicBezTo>
                                      <a:pt x="5478" y="6767"/>
                                      <a:pt x="5421" y="6770"/>
                                      <a:pt x="5332" y="6656"/>
                                    </a:cubicBezTo>
                                    <a:cubicBezTo>
                                      <a:pt x="5241" y="6543"/>
                                      <a:pt x="5125" y="6352"/>
                                      <a:pt x="5042" y="6156"/>
                                    </a:cubicBezTo>
                                    <a:cubicBezTo>
                                      <a:pt x="4959" y="5961"/>
                                      <a:pt x="4898" y="5731"/>
                                      <a:pt x="4833" y="5483"/>
                                    </a:cubicBezTo>
                                    <a:cubicBezTo>
                                      <a:pt x="4770" y="5236"/>
                                      <a:pt x="4740" y="4966"/>
                                      <a:pt x="4658" y="4671"/>
                                    </a:cubicBezTo>
                                    <a:cubicBezTo>
                                      <a:pt x="4577" y="4376"/>
                                      <a:pt x="4413" y="3939"/>
                                      <a:pt x="4342" y="3713"/>
                                    </a:cubicBezTo>
                                    <a:cubicBezTo>
                                      <a:pt x="4270" y="3487"/>
                                      <a:pt x="4266" y="3477"/>
                                      <a:pt x="4233" y="3315"/>
                                    </a:cubicBezTo>
                                    <a:cubicBezTo>
                                      <a:pt x="4198" y="3152"/>
                                      <a:pt x="4178" y="2886"/>
                                      <a:pt x="4139" y="2735"/>
                                    </a:cubicBezTo>
                                    <a:cubicBezTo>
                                      <a:pt x="4100" y="2582"/>
                                      <a:pt x="4064" y="2483"/>
                                      <a:pt x="3999" y="2401"/>
                                    </a:cubicBezTo>
                                    <a:cubicBezTo>
                                      <a:pt x="3934" y="2317"/>
                                      <a:pt x="3875" y="2319"/>
                                      <a:pt x="3747" y="2235"/>
                                    </a:cubicBezTo>
                                    <a:cubicBezTo>
                                      <a:pt x="3619" y="2151"/>
                                      <a:pt x="3409" y="2009"/>
                                      <a:pt x="3229" y="1899"/>
                                    </a:cubicBezTo>
                                    <a:cubicBezTo>
                                      <a:pt x="3049" y="1790"/>
                                      <a:pt x="2878" y="1683"/>
                                      <a:pt x="2669" y="1579"/>
                                    </a:cubicBezTo>
                                    <a:cubicBezTo>
                                      <a:pt x="2460" y="1476"/>
                                      <a:pt x="2202" y="1367"/>
                                      <a:pt x="1973" y="1280"/>
                                    </a:cubicBezTo>
                                    <a:cubicBezTo>
                                      <a:pt x="1744" y="1193"/>
                                      <a:pt x="1444" y="1105"/>
                                      <a:pt x="1296" y="1059"/>
                                    </a:cubicBezTo>
                                    <a:cubicBezTo>
                                      <a:pt x="1149" y="1012"/>
                                      <a:pt x="1147" y="1029"/>
                                      <a:pt x="1085" y="999"/>
                                    </a:cubicBezTo>
                                    <a:cubicBezTo>
                                      <a:pt x="1023" y="970"/>
                                      <a:pt x="985" y="926"/>
                                      <a:pt x="923" y="883"/>
                                    </a:cubicBezTo>
                                    <a:cubicBezTo>
                                      <a:pt x="861" y="840"/>
                                      <a:pt x="801" y="802"/>
                                      <a:pt x="715" y="735"/>
                                    </a:cubicBezTo>
                                    <a:cubicBezTo>
                                      <a:pt x="629" y="668"/>
                                      <a:pt x="501" y="550"/>
                                      <a:pt x="408" y="480"/>
                                    </a:cubicBezTo>
                                    <a:cubicBezTo>
                                      <a:pt x="315" y="410"/>
                                      <a:pt x="224" y="392"/>
                                      <a:pt x="156" y="312"/>
                                    </a:cubicBezTo>
                                    <a:cubicBezTo>
                                      <a:pt x="88" y="232"/>
                                      <a:pt x="32" y="65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4DB97C" id="Freeform 247" o:spid="_x0000_s1026" style="position:absolute;margin-left:122.45pt;margin-top:3.8pt;width:335.65pt;height:384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715,7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" path="m165,2690v212,115,427,227,599,286c936,3035,1016,3006,1201,3045v186,38,494,120,678,159c2063,3244,2161,3238,2303,3282v141,45,300,131,423,190c2850,3531,2982,3550,3043,3638v61,88,28,207,53,362c3120,4156,3135,4412,3185,4573v50,162,129,268,208,398c3472,5101,3559,5178,3659,5351v100,171,234,459,332,653c4091,6199,4201,6358,4255,6515v52,155,52,304,54,427c4312,7065,4258,7171,4273,7256v14,85,51,150,126,194c4474,7494,4629,7508,4721,7519v91,12,158,1,225,-1c5013,7517,5024,7493,5126,7508v102,15,320,78,431,99c5667,7626,5704,7612,5791,7624v87,12,199,56,286,53c6166,7673,6257,7638,6319,7605v60,-32,85,-96,123,-123c6479,7457,6505,7483,6547,7452v41,-33,125,-111,147,-162c6715,7239,6707,7169,6675,7145v-32,-23,-122,-2,-174,5c6450,7158,6410,7181,6363,7192v-48,10,-81,34,-149,20c6145,7198,6058,7165,5953,7103v-106,-61,-268,-187,-371,-261c5478,6767,5421,6770,5332,6656v-91,-113,-207,-304,-290,-500c4959,5961,4898,5731,4833,5483v-63,-247,-93,-517,-175,-812c4577,4376,4413,3939,4342,3713v-72,-226,-76,-236,-109,-398c4198,3152,4178,2886,4139,2735v-39,-153,-75,-252,-140,-334c3934,2317,3875,2319,3747,2235v-128,-84,-338,-226,-518,-336c3049,1790,2878,1683,2669,1579,2460,1476,2202,1367,1973,1280v-229,-87,-529,-175,-677,-221c1149,1012,1147,1029,1085,999,1023,970,985,926,923,883,861,840,801,802,715,735,629,668,501,550,408,480,315,410,224,392,156,312,88,232,32,65,,e" filled="f" strokecolor="gray" strokeweight="1pt">
                      <v:path arrowok="t" o:connecttype="custom" o:connectlocs="104744,1708150;484996,1889760;762408,1933575;1192810,2034540;1461969,2084070;1730494,2204720;1931729,2310130;1965374,2540000;2021873,2903855;2153913,3156585;2322773,3397885;2533530,3812540;2701120,4137025;2735400,4408170;2712547,4607560;2792533,4730750;2996942,4774565;3139775,4773930;3254041,4767580;3527644,4830445;3676190,4841240;3857746,4874895;4011370,4829175;4089452,4751070;4156107,4732020;4249424,4629150;4237363,4537075;4126905,4540250;4039302,4566920;3944715,4579620;3779029,4510405;3543514,4344670;3384812,4226560;3200716,3909060;3068041,3481705;2956949,2966085;2756349,2357755;2687154,2105025;2627482,1736725;2538609,1524635;2378636,1419225;2049804,1205865;1694310,1002665;1252482,812800;822715,672465;688770,634365;585930,560705;453890,466725;259003,304800;99030,198120;0,0" o:connectangles="0,0,0,0,0,0,0,0,0,0,0,0,0,0,0,0,0,0,0,0,0,0,0,0,0,0,0,0,0,0,0,0,0,0,0,0,0,0,0,0,0,0,0,0,0,0,0,0,0,0,0"/>
                    </v:shape>
                  </w:pict>
                </mc:Fallback>
              </mc:AlternateContent>
            </w:r>
            <w:r w:rsidR="00D90059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>
                      <wp:simplePos x="0" y="0"/>
                      <wp:positionH relativeFrom="column">
                        <wp:posOffset>412750</wp:posOffset>
                      </wp:positionH>
                      <wp:positionV relativeFrom="paragraph">
                        <wp:posOffset>101600</wp:posOffset>
                      </wp:positionV>
                      <wp:extent cx="4443730" cy="4189095"/>
                      <wp:effectExtent l="8890" t="12700" r="5080" b="8255"/>
                      <wp:wrapNone/>
                      <wp:docPr id="69" name="Freeform 2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443730" cy="4189095"/>
                              </a:xfrm>
                              <a:custGeom>
                                <a:avLst/>
                                <a:gdLst>
                                  <a:gd name="T0" fmla="*/ 0 w 6998"/>
                                  <a:gd name="T1" fmla="*/ 0 h 6597"/>
                                  <a:gd name="T2" fmla="*/ 108 w 6998"/>
                                  <a:gd name="T3" fmla="*/ 312 h 6597"/>
                                  <a:gd name="T4" fmla="*/ 252 w 6998"/>
                                  <a:gd name="T5" fmla="*/ 594 h 6597"/>
                                  <a:gd name="T6" fmla="*/ 504 w 6998"/>
                                  <a:gd name="T7" fmla="*/ 836 h 6597"/>
                                  <a:gd name="T8" fmla="*/ 856 w 6998"/>
                                  <a:gd name="T9" fmla="*/ 1012 h 6597"/>
                                  <a:gd name="T10" fmla="*/ 1396 w 6998"/>
                                  <a:gd name="T11" fmla="*/ 1171 h 6597"/>
                                  <a:gd name="T12" fmla="*/ 1969 w 6998"/>
                                  <a:gd name="T13" fmla="*/ 1349 h 6597"/>
                                  <a:gd name="T14" fmla="*/ 2551 w 6998"/>
                                  <a:gd name="T15" fmla="*/ 1582 h 6597"/>
                                  <a:gd name="T16" fmla="*/ 3374 w 6998"/>
                                  <a:gd name="T17" fmla="*/ 1955 h 6597"/>
                                  <a:gd name="T18" fmla="*/ 4301 w 6998"/>
                                  <a:gd name="T19" fmla="*/ 2454 h 6597"/>
                                  <a:gd name="T20" fmla="*/ 4824 w 6998"/>
                                  <a:gd name="T21" fmla="*/ 2795 h 6597"/>
                                  <a:gd name="T22" fmla="*/ 5215 w 6998"/>
                                  <a:gd name="T23" fmla="*/ 3182 h 6597"/>
                                  <a:gd name="T24" fmla="*/ 5427 w 6998"/>
                                  <a:gd name="T25" fmla="*/ 3400 h 6597"/>
                                  <a:gd name="T26" fmla="*/ 5913 w 6998"/>
                                  <a:gd name="T27" fmla="*/ 3743 h 6597"/>
                                  <a:gd name="T28" fmla="*/ 6183 w 6998"/>
                                  <a:gd name="T29" fmla="*/ 4242 h 6597"/>
                                  <a:gd name="T30" fmla="*/ 6451 w 6998"/>
                                  <a:gd name="T31" fmla="*/ 5287 h 6597"/>
                                  <a:gd name="T32" fmla="*/ 6630 w 6998"/>
                                  <a:gd name="T33" fmla="*/ 6003 h 6597"/>
                                  <a:gd name="T34" fmla="*/ 6768 w 6998"/>
                                  <a:gd name="T35" fmla="*/ 6301 h 6597"/>
                                  <a:gd name="T36" fmla="*/ 6998 w 6998"/>
                                  <a:gd name="T37" fmla="*/ 6597 h 65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6998" h="6597">
                                    <a:moveTo>
                                      <a:pt x="0" y="0"/>
                                    </a:moveTo>
                                    <a:cubicBezTo>
                                      <a:pt x="20" y="52"/>
                                      <a:pt x="66" y="213"/>
                                      <a:pt x="108" y="312"/>
                                    </a:cubicBezTo>
                                    <a:cubicBezTo>
                                      <a:pt x="150" y="411"/>
                                      <a:pt x="186" y="507"/>
                                      <a:pt x="252" y="594"/>
                                    </a:cubicBezTo>
                                    <a:cubicBezTo>
                                      <a:pt x="318" y="681"/>
                                      <a:pt x="403" y="766"/>
                                      <a:pt x="504" y="836"/>
                                    </a:cubicBezTo>
                                    <a:cubicBezTo>
                                      <a:pt x="605" y="906"/>
                                      <a:pt x="707" y="956"/>
                                      <a:pt x="856" y="1012"/>
                                    </a:cubicBezTo>
                                    <a:cubicBezTo>
                                      <a:pt x="1005" y="1068"/>
                                      <a:pt x="1211" y="1115"/>
                                      <a:pt x="1396" y="1171"/>
                                    </a:cubicBezTo>
                                    <a:cubicBezTo>
                                      <a:pt x="1581" y="1227"/>
                                      <a:pt x="1775" y="1280"/>
                                      <a:pt x="1969" y="1349"/>
                                    </a:cubicBezTo>
                                    <a:cubicBezTo>
                                      <a:pt x="2161" y="1417"/>
                                      <a:pt x="2317" y="1481"/>
                                      <a:pt x="2551" y="1582"/>
                                    </a:cubicBezTo>
                                    <a:cubicBezTo>
                                      <a:pt x="2786" y="1684"/>
                                      <a:pt x="3082" y="1810"/>
                                      <a:pt x="3374" y="1955"/>
                                    </a:cubicBezTo>
                                    <a:cubicBezTo>
                                      <a:pt x="3664" y="2101"/>
                                      <a:pt x="4059" y="2314"/>
                                      <a:pt x="4301" y="2454"/>
                                    </a:cubicBezTo>
                                    <a:cubicBezTo>
                                      <a:pt x="4543" y="2594"/>
                                      <a:pt x="4671" y="2674"/>
                                      <a:pt x="4824" y="2795"/>
                                    </a:cubicBezTo>
                                    <a:cubicBezTo>
                                      <a:pt x="4976" y="2917"/>
                                      <a:pt x="5114" y="3081"/>
                                      <a:pt x="5215" y="3182"/>
                                    </a:cubicBezTo>
                                    <a:cubicBezTo>
                                      <a:pt x="5316" y="3283"/>
                                      <a:pt x="5310" y="3306"/>
                                      <a:pt x="5427" y="3400"/>
                                    </a:cubicBezTo>
                                    <a:cubicBezTo>
                                      <a:pt x="5543" y="3493"/>
                                      <a:pt x="5787" y="3603"/>
                                      <a:pt x="5913" y="3743"/>
                                    </a:cubicBezTo>
                                    <a:cubicBezTo>
                                      <a:pt x="6040" y="3884"/>
                                      <a:pt x="6093" y="3984"/>
                                      <a:pt x="6183" y="4242"/>
                                    </a:cubicBezTo>
                                    <a:cubicBezTo>
                                      <a:pt x="6272" y="4499"/>
                                      <a:pt x="6377" y="4994"/>
                                      <a:pt x="6451" y="5287"/>
                                    </a:cubicBezTo>
                                    <a:cubicBezTo>
                                      <a:pt x="6526" y="5581"/>
                                      <a:pt x="6577" y="5834"/>
                                      <a:pt x="6630" y="6003"/>
                                    </a:cubicBezTo>
                                    <a:cubicBezTo>
                                      <a:pt x="6683" y="6173"/>
                                      <a:pt x="6707" y="6202"/>
                                      <a:pt x="6768" y="6301"/>
                                    </a:cubicBezTo>
                                    <a:cubicBezTo>
                                      <a:pt x="6829" y="6401"/>
                                      <a:pt x="6950" y="6536"/>
                                      <a:pt x="6998" y="6597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43085A" id="Freeform 243" o:spid="_x0000_s1026" style="position:absolute;margin-left:32.5pt;margin-top:8pt;width:349.9pt;height:329.8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998,65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" path="m,c20,52,66,213,108,312v42,99,78,195,144,282c318,681,403,766,504,836v101,70,203,120,352,176c1005,1068,1211,1115,1396,1171v185,56,379,109,573,178c2161,1417,2317,1481,2551,1582v235,102,531,228,823,373c3664,2101,4059,2314,4301,2454v242,140,370,220,523,341c4976,2917,5114,3081,5215,3182v101,101,95,124,212,218c5543,3493,5787,3603,5913,3743v127,141,180,241,270,499c6272,4499,6377,4994,6451,5287v75,294,126,547,179,716c6683,6173,6707,6202,6768,6301v61,100,182,235,230,296e" filled="f" strokecolor="#333">
                      <v:path arrowok="t" o:connecttype="custom" o:connectlocs="0,0;68580,198120;160020,377190;320040,530860;543560,642620;886460,743585;1250315,856615;1619885,1004570;2142490,1241425;2731135,1558290;3063240,1774825;3311525,2020570;3446145,2159000;3754755,2376805;3926205,2693670;4096385,3357245;4210050,3811905;4297680,4001135;4443730,4189095" o:connectangles="0,0,0,0,0,0,0,0,0,0,0,0,0,0,0,0,0,0,0"/>
                    </v:shape>
                  </w:pict>
                </mc:Fallback>
              </mc:AlternateContent>
            </w:r>
            <w:r w:rsidR="0034322A" w:rsidRPr="006015A1">
              <w:rPr>
                <w:rFonts w:ascii="Arial" w:hAnsi="Arial"/>
                <w:b/>
                <w:bCs/>
                <w:sz w:val="18"/>
                <w:szCs w:val="20"/>
              </w:rPr>
              <w:t>Left</w:t>
            </w:r>
            <w:r w:rsidR="00572033" w:rsidRPr="006015A1">
              <w:rPr>
                <w:rFonts w:ascii="Arial" w:hAnsi="Arial"/>
                <w:b/>
                <w:bCs/>
                <w:sz w:val="18"/>
                <w:szCs w:val="20"/>
              </w:rPr>
              <w:t xml:space="preserve"> </w:t>
            </w:r>
            <w:r w:rsidR="00CF5D0F" w:rsidRPr="006015A1">
              <w:rPr>
                <w:rFonts w:ascii="Arial" w:hAnsi="Arial"/>
                <w:b/>
                <w:bCs/>
                <w:sz w:val="18"/>
                <w:szCs w:val="20"/>
              </w:rPr>
              <w:t>Lower</w:t>
            </w:r>
            <w:r w:rsidR="00572033" w:rsidRPr="006015A1">
              <w:rPr>
                <w:rFonts w:ascii="Arial" w:hAnsi="Arial"/>
                <w:b/>
                <w:bCs/>
                <w:sz w:val="18"/>
                <w:szCs w:val="20"/>
              </w:rPr>
              <w:t xml:space="preserve"> Extremity Arterial Duplex</w:t>
            </w:r>
          </w:p>
        </w:tc>
      </w:tr>
      <w:tr w:rsidR="009A34D2" w:rsidRPr="006015A1" w:rsidTr="006015A1">
        <w:trPr>
          <w:gridAfter w:val="1"/>
          <w:wAfter w:w="13" w:type="dxa"/>
          <w:trHeight w:val="7938"/>
        </w:trPr>
        <w:tc>
          <w:tcPr>
            <w:tcW w:w="9740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6015A1" w:rsidRDefault="00D90059" w:rsidP="006015A1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4832" behindDoc="0" locked="0" layoutInCell="1" allowOverlap="1">
                      <wp:simplePos x="0" y="0"/>
                      <wp:positionH relativeFrom="column">
                        <wp:posOffset>3504035</wp:posOffset>
                      </wp:positionH>
                      <wp:positionV relativeFrom="paragraph">
                        <wp:posOffset>2263140</wp:posOffset>
                      </wp:positionV>
                      <wp:extent cx="306070" cy="152400"/>
                      <wp:effectExtent l="0" t="0" r="0" b="0"/>
                      <wp:wrapNone/>
                      <wp:docPr id="33" name="Text Box 4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647F" w:rsidRPr="004E4B01" w:rsidRDefault="00746844" w:rsidP="00F8647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B56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49" o:spid="_x0000_s1026" type="#_x0000_t202" style="position:absolute;left:0;text-align:left;margin-left:275.9pt;margin-top:178.2pt;width:24.1pt;height:12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I+eoQIAAFM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8647F" w:rsidRPr="004E4B01" w:rsidRDefault="00746844" w:rsidP="00F8647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B56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>
                      <wp:simplePos x="0" y="0"/>
                      <wp:positionH relativeFrom="column">
                        <wp:posOffset>909745</wp:posOffset>
                      </wp:positionH>
                      <wp:positionV relativeFrom="paragraph">
                        <wp:posOffset>690962</wp:posOffset>
                      </wp:positionV>
                      <wp:extent cx="1197610" cy="585470"/>
                      <wp:effectExtent l="12700" t="12700" r="8890" b="11430"/>
                      <wp:wrapNone/>
                      <wp:docPr id="54" name="Freeform 2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1197610" cy="585470"/>
                              </a:xfrm>
                              <a:custGeom>
                                <a:avLst/>
                                <a:gdLst>
                                  <a:gd name="T0" fmla="*/ 1769 w 1886"/>
                                  <a:gd name="T1" fmla="*/ 273 h 922"/>
                                  <a:gd name="T2" fmla="*/ 1877 w 1886"/>
                                  <a:gd name="T3" fmla="*/ 39 h 922"/>
                                  <a:gd name="T4" fmla="*/ 1715 w 1886"/>
                                  <a:gd name="T5" fmla="*/ 39 h 922"/>
                                  <a:gd name="T6" fmla="*/ 1344 w 1886"/>
                                  <a:gd name="T7" fmla="*/ 132 h 922"/>
                                  <a:gd name="T8" fmla="*/ 756 w 1886"/>
                                  <a:gd name="T9" fmla="*/ 325 h 922"/>
                                  <a:gd name="T10" fmla="*/ 430 w 1886"/>
                                  <a:gd name="T11" fmla="*/ 568 h 922"/>
                                  <a:gd name="T12" fmla="*/ 0 w 1886"/>
                                  <a:gd name="T13" fmla="*/ 922 h 92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886" h="922">
                                    <a:moveTo>
                                      <a:pt x="1769" y="273"/>
                                    </a:moveTo>
                                    <a:cubicBezTo>
                                      <a:pt x="1786" y="234"/>
                                      <a:pt x="1886" y="78"/>
                                      <a:pt x="1877" y="39"/>
                                    </a:cubicBezTo>
                                    <a:cubicBezTo>
                                      <a:pt x="1868" y="0"/>
                                      <a:pt x="1804" y="24"/>
                                      <a:pt x="1715" y="39"/>
                                    </a:cubicBezTo>
                                    <a:cubicBezTo>
                                      <a:pt x="1626" y="54"/>
                                      <a:pt x="1504" y="84"/>
                                      <a:pt x="1344" y="132"/>
                                    </a:cubicBezTo>
                                    <a:cubicBezTo>
                                      <a:pt x="1184" y="180"/>
                                      <a:pt x="909" y="252"/>
                                      <a:pt x="756" y="325"/>
                                    </a:cubicBezTo>
                                    <a:cubicBezTo>
                                      <a:pt x="604" y="398"/>
                                      <a:pt x="556" y="468"/>
                                      <a:pt x="430" y="568"/>
                                    </a:cubicBezTo>
                                    <a:cubicBezTo>
                                      <a:pt x="303" y="667"/>
                                      <a:pt x="88" y="848"/>
                                      <a:pt x="0" y="922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B3A2B9" id="Freeform 237" o:spid="_x0000_s1026" style="position:absolute;margin-left:71.65pt;margin-top:54.4pt;width:94.3pt;height:46.1pt;flip:x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86,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" path="m1769,273c1786,234,1886,78,1877,39v-9,-39,-73,-15,-162,c1626,54,1504,84,1344,132,1184,180,909,252,756,325,604,398,556,468,430,568,303,667,88,848,,922e" filled="f" strokecolor="#333">
                      <v:path arrowok="t" o:connecttype="custom" o:connectlocs="1123315,173355;1191895,24765;1089025,24765;853440,83820;480060,206375;273050,360680;0,585470" o:connectangles="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1179924</wp:posOffset>
                      </wp:positionH>
                      <wp:positionV relativeFrom="paragraph">
                        <wp:posOffset>599327</wp:posOffset>
                      </wp:positionV>
                      <wp:extent cx="100330" cy="255905"/>
                      <wp:effectExtent l="6350" t="5715" r="7620" b="5080"/>
                      <wp:wrapNone/>
                      <wp:docPr id="45" name="Freeform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0330" cy="255905"/>
                              </a:xfrm>
                              <a:custGeom>
                                <a:avLst/>
                                <a:gdLst>
                                  <a:gd name="T0" fmla="*/ 158 w 158"/>
                                  <a:gd name="T1" fmla="*/ 0 h 403"/>
                                  <a:gd name="T2" fmla="*/ 0 w 158"/>
                                  <a:gd name="T3" fmla="*/ 403 h 40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58" h="403">
                                    <a:moveTo>
                                      <a:pt x="158" y="0"/>
                                    </a:moveTo>
                                    <a:cubicBezTo>
                                      <a:pt x="158" y="0"/>
                                      <a:pt x="79" y="201"/>
                                      <a:pt x="0" y="403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w14:anchorId="48CE4E4B" id="Freeform 463" o:spid="_x0000_s1026" style="position:absolute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100.8pt,47.2pt" control1="100.8pt,47.2pt" control2="96.85pt,57.25pt" to="92.9pt,67.35pt" coordsize="158,4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" filled="f">
                      <v:path arrowok="t" o:connecttype="custom" o:connectlocs="100330,0;0,255905" o:connectangles="0,0"/>
                    </v:curv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1097175</wp:posOffset>
                      </wp:positionH>
                      <wp:positionV relativeFrom="paragraph">
                        <wp:posOffset>567055</wp:posOffset>
                      </wp:positionV>
                      <wp:extent cx="100330" cy="255905"/>
                      <wp:effectExtent l="0" t="0" r="13970" b="10795"/>
                      <wp:wrapNone/>
                      <wp:docPr id="44" name="Freeform 4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0330" cy="255905"/>
                              </a:xfrm>
                              <a:custGeom>
                                <a:avLst/>
                                <a:gdLst>
                                  <a:gd name="T0" fmla="*/ 158 w 158"/>
                                  <a:gd name="T1" fmla="*/ 0 h 403"/>
                                  <a:gd name="T2" fmla="*/ 0 w 158"/>
                                  <a:gd name="T3" fmla="*/ 403 h 40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58" h="403">
                                    <a:moveTo>
                                      <a:pt x="158" y="0"/>
                                    </a:moveTo>
                                    <a:cubicBezTo>
                                      <a:pt x="158" y="0"/>
                                      <a:pt x="79" y="201"/>
                                      <a:pt x="0" y="403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w14:anchorId="74306467" id="Freeform 462" o:spid="_x0000_s1026" style="position:absolute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94.3pt,44.65pt" control1="94.3pt,44.65pt" control2="90.35pt,54.7pt" to="86.4pt,64.8pt" coordsize="158,4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" filled="f">
                      <v:path arrowok="t" o:connecttype="custom" o:connectlocs="100330,0;0,255905" o:connectangles="0,0"/>
                    </v:curv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1013460</wp:posOffset>
                      </wp:positionH>
                      <wp:positionV relativeFrom="paragraph">
                        <wp:posOffset>545360</wp:posOffset>
                      </wp:positionV>
                      <wp:extent cx="100330" cy="255905"/>
                      <wp:effectExtent l="0" t="0" r="13970" b="10795"/>
                      <wp:wrapNone/>
                      <wp:docPr id="43" name="Freeform 4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0330" cy="255905"/>
                              </a:xfrm>
                              <a:custGeom>
                                <a:avLst/>
                                <a:gdLst>
                                  <a:gd name="T0" fmla="*/ 158 w 158"/>
                                  <a:gd name="T1" fmla="*/ 0 h 403"/>
                                  <a:gd name="T2" fmla="*/ 0 w 158"/>
                                  <a:gd name="T3" fmla="*/ 403 h 40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58" h="403">
                                    <a:moveTo>
                                      <a:pt x="158" y="0"/>
                                    </a:moveTo>
                                    <a:cubicBezTo>
                                      <a:pt x="158" y="0"/>
                                      <a:pt x="79" y="201"/>
                                      <a:pt x="0" y="403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w14:anchorId="3111FC17" id="Freeform 461" o:spid="_x0000_s1026" style="position:absolute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87.7pt,42.95pt" control1="87.7pt,42.95pt" control2="83.75pt,53pt" to="79.8pt,63.1pt" coordsize="158,4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" filled="f">
                      <v:path arrowok="t" o:connecttype="custom" o:connectlocs="100330,0;0,255905" o:connectangles="0,0"/>
                    </v:curve>
                  </w:pict>
                </mc:Fallback>
              </mc:AlternateContent>
            </w:r>
            <w:r w:rsidR="00746844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1211580</wp:posOffset>
                      </wp:positionH>
                      <wp:positionV relativeFrom="paragraph">
                        <wp:posOffset>462915</wp:posOffset>
                      </wp:positionV>
                      <wp:extent cx="370205" cy="160020"/>
                      <wp:effectExtent l="7620" t="7620" r="3175" b="3810"/>
                      <wp:wrapNone/>
                      <wp:docPr id="68" name="Text Box 2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0205" cy="160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746844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T280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67" o:spid="_x0000_s1026" type="#_x0000_t202" style="position:absolute;left:0;text-align:left;margin-left:95.4pt;margin-top:36.45pt;width:29.15pt;height:12.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746844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T280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46844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1119505</wp:posOffset>
                      </wp:positionV>
                      <wp:extent cx="477520" cy="70485"/>
                      <wp:effectExtent l="12065" t="6985" r="5715" b="8255"/>
                      <wp:wrapNone/>
                      <wp:docPr id="67" name="AutoShape 4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7520" cy="70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CE9645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65" o:spid="_x0000_s1026" type="#_x0000_t32" style="position:absolute;margin-left:3.5pt;margin-top:88.15pt;width:37.6pt;height:5.5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"/>
                  </w:pict>
                </mc:Fallback>
              </mc:AlternateContent>
            </w:r>
            <w:r w:rsidR="00746844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3808" behindDoc="0" locked="0" layoutInCell="1" allowOverlap="1">
                      <wp:simplePos x="0" y="0"/>
                      <wp:positionH relativeFrom="column">
                        <wp:posOffset>137160</wp:posOffset>
                      </wp:positionH>
                      <wp:positionV relativeFrom="paragraph">
                        <wp:posOffset>578485</wp:posOffset>
                      </wp:positionV>
                      <wp:extent cx="176530" cy="740410"/>
                      <wp:effectExtent l="9525" t="8890" r="13970" b="12700"/>
                      <wp:wrapNone/>
                      <wp:docPr id="66" name="Freeform 2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6530" cy="740410"/>
                              </a:xfrm>
                              <a:custGeom>
                                <a:avLst/>
                                <a:gdLst>
                                  <a:gd name="T0" fmla="*/ 278 w 278"/>
                                  <a:gd name="T1" fmla="*/ 0 h 1166"/>
                                  <a:gd name="T2" fmla="*/ 224 w 278"/>
                                  <a:gd name="T3" fmla="*/ 234 h 1166"/>
                                  <a:gd name="T4" fmla="*/ 122 w 278"/>
                                  <a:gd name="T5" fmla="*/ 558 h 1166"/>
                                  <a:gd name="T6" fmla="*/ 0 w 278"/>
                                  <a:gd name="T7" fmla="*/ 1166 h 11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78" h="1166">
                                    <a:moveTo>
                                      <a:pt x="278" y="0"/>
                                    </a:moveTo>
                                    <a:cubicBezTo>
                                      <a:pt x="269" y="39"/>
                                      <a:pt x="250" y="141"/>
                                      <a:pt x="224" y="234"/>
                                    </a:cubicBezTo>
                                    <a:cubicBezTo>
                                      <a:pt x="198" y="327"/>
                                      <a:pt x="159" y="403"/>
                                      <a:pt x="122" y="558"/>
                                    </a:cubicBezTo>
                                    <a:cubicBezTo>
                                      <a:pt x="85" y="713"/>
                                      <a:pt x="25" y="1039"/>
                                      <a:pt x="0" y="1166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240915" id="Freeform 252" o:spid="_x0000_s1026" style="position:absolute;margin-left:10.8pt;margin-top:45.55pt;width:13.9pt;height:58.3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78,11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" path="m278,v-9,39,-28,141,-54,234c198,327,159,403,122,558,85,713,25,1039,,1166e" filled="f" strokecolor="gray">
                      <v:path arrowok="t" o:connecttype="custom" o:connectlocs="176530,0;142240,148590;77470,354330;0,740410" o:connectangles="0,0,0,0"/>
                    </v:shape>
                  </w:pict>
                </mc:Fallback>
              </mc:AlternateContent>
            </w:r>
            <w:r w:rsidR="00746844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0736" behindDoc="0" locked="0" layoutInCell="1" allowOverlap="1">
                      <wp:simplePos x="0" y="0"/>
                      <wp:positionH relativeFrom="column">
                        <wp:posOffset>238760</wp:posOffset>
                      </wp:positionH>
                      <wp:positionV relativeFrom="paragraph">
                        <wp:posOffset>889000</wp:posOffset>
                      </wp:positionV>
                      <wp:extent cx="135890" cy="461645"/>
                      <wp:effectExtent l="6350" t="5080" r="10160" b="9525"/>
                      <wp:wrapNone/>
                      <wp:docPr id="65" name="Freeform 2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5890" cy="461645"/>
                              </a:xfrm>
                              <a:custGeom>
                                <a:avLst/>
                                <a:gdLst>
                                  <a:gd name="T0" fmla="*/ 214 w 214"/>
                                  <a:gd name="T1" fmla="*/ 297 h 727"/>
                                  <a:gd name="T2" fmla="*/ 159 w 214"/>
                                  <a:gd name="T3" fmla="*/ 38 h 727"/>
                                  <a:gd name="T4" fmla="*/ 97 w 214"/>
                                  <a:gd name="T5" fmla="*/ 115 h 727"/>
                                  <a:gd name="T6" fmla="*/ 0 w 214"/>
                                  <a:gd name="T7" fmla="*/ 727 h 72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14" h="727">
                                    <a:moveTo>
                                      <a:pt x="214" y="297"/>
                                    </a:moveTo>
                                    <a:cubicBezTo>
                                      <a:pt x="207" y="254"/>
                                      <a:pt x="178" y="68"/>
                                      <a:pt x="159" y="38"/>
                                    </a:cubicBezTo>
                                    <a:cubicBezTo>
                                      <a:pt x="140" y="8"/>
                                      <a:pt x="123" y="0"/>
                                      <a:pt x="97" y="115"/>
                                    </a:cubicBezTo>
                                    <a:cubicBezTo>
                                      <a:pt x="71" y="230"/>
                                      <a:pt x="20" y="600"/>
                                      <a:pt x="0" y="727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2B0EBA" id="Freeform 249" o:spid="_x0000_s1026" style="position:absolute;margin-left:18.8pt;margin-top:70pt;width:10.7pt;height:36.3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4,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" path="m214,297c207,254,178,68,159,38,140,8,123,,97,115,71,230,20,600,,727e" filled="f" strokecolor="gray">
                      <v:path arrowok="t" o:connecttype="custom" o:connectlocs="135890,188595;100965,24130;61595,73025;0,461645" o:connectangles="0,0,0,0"/>
                    </v:shape>
                  </w:pict>
                </mc:Fallback>
              </mc:AlternateContent>
            </w:r>
            <w:r w:rsidR="00746844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1760" behindDoc="0" locked="0" layoutInCell="1" allowOverlap="1">
                      <wp:simplePos x="0" y="0"/>
                      <wp:positionH relativeFrom="column">
                        <wp:posOffset>487680</wp:posOffset>
                      </wp:positionH>
                      <wp:positionV relativeFrom="paragraph">
                        <wp:posOffset>560705</wp:posOffset>
                      </wp:positionV>
                      <wp:extent cx="444500" cy="353695"/>
                      <wp:effectExtent l="7620" t="10160" r="5080" b="7620"/>
                      <wp:wrapNone/>
                      <wp:docPr id="64" name="Freeform 2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444500" cy="353695"/>
                              </a:xfrm>
                              <a:custGeom>
                                <a:avLst/>
                                <a:gdLst>
                                  <a:gd name="T0" fmla="*/ 0 w 700"/>
                                  <a:gd name="T1" fmla="*/ 557 h 557"/>
                                  <a:gd name="T2" fmla="*/ 122 w 700"/>
                                  <a:gd name="T3" fmla="*/ 358 h 557"/>
                                  <a:gd name="T4" fmla="*/ 249 w 700"/>
                                  <a:gd name="T5" fmla="*/ 202 h 557"/>
                                  <a:gd name="T6" fmla="*/ 434 w 700"/>
                                  <a:gd name="T7" fmla="*/ 65 h 557"/>
                                  <a:gd name="T8" fmla="*/ 602 w 700"/>
                                  <a:gd name="T9" fmla="*/ 5 h 557"/>
                                  <a:gd name="T10" fmla="*/ 700 w 700"/>
                                  <a:gd name="T11" fmla="*/ 32 h 55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700" h="557">
                                    <a:moveTo>
                                      <a:pt x="0" y="557"/>
                                    </a:moveTo>
                                    <a:cubicBezTo>
                                      <a:pt x="40" y="487"/>
                                      <a:pt x="81" y="417"/>
                                      <a:pt x="122" y="358"/>
                                    </a:cubicBezTo>
                                    <a:cubicBezTo>
                                      <a:pt x="163" y="299"/>
                                      <a:pt x="197" y="251"/>
                                      <a:pt x="249" y="202"/>
                                    </a:cubicBezTo>
                                    <a:cubicBezTo>
                                      <a:pt x="301" y="153"/>
                                      <a:pt x="375" y="98"/>
                                      <a:pt x="434" y="65"/>
                                    </a:cubicBezTo>
                                    <a:cubicBezTo>
                                      <a:pt x="493" y="32"/>
                                      <a:pt x="558" y="10"/>
                                      <a:pt x="602" y="5"/>
                                    </a:cubicBezTo>
                                    <a:cubicBezTo>
                                      <a:pt x="646" y="0"/>
                                      <a:pt x="673" y="16"/>
                                      <a:pt x="700" y="32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671B19" id="Freeform 250" o:spid="_x0000_s1026" style="position:absolute;margin-left:38.4pt;margin-top:44.15pt;width:35pt;height:27.85pt;flip:x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00,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" path="m,557c40,487,81,417,122,358,163,299,197,251,249,202,301,153,375,98,434,65,493,32,558,10,602,5v44,-5,71,11,98,27e" filled="f">
                      <v:path arrowok="t" o:connecttype="custom" o:connectlocs="0,353695;77470,227330;158115,128270;275590,41275;382270,3175;444500,20320" o:connectangles="0,0,0,0,0,0"/>
                    </v:shape>
                  </w:pict>
                </mc:Fallback>
              </mc:AlternateContent>
            </w:r>
            <w:r w:rsidR="00746844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9712" behindDoc="0" locked="0" layoutInCell="1" allowOverlap="1">
                      <wp:simplePos x="0" y="0"/>
                      <wp:positionH relativeFrom="column">
                        <wp:posOffset>412750</wp:posOffset>
                      </wp:positionH>
                      <wp:positionV relativeFrom="paragraph">
                        <wp:posOffset>567055</wp:posOffset>
                      </wp:positionV>
                      <wp:extent cx="99695" cy="487680"/>
                      <wp:effectExtent l="8890" t="6985" r="5715" b="10160"/>
                      <wp:wrapNone/>
                      <wp:docPr id="63" name="Freeform 2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9695" cy="487680"/>
                              </a:xfrm>
                              <a:custGeom>
                                <a:avLst/>
                                <a:gdLst>
                                  <a:gd name="T0" fmla="*/ 157 w 157"/>
                                  <a:gd name="T1" fmla="*/ 0 h 768"/>
                                  <a:gd name="T2" fmla="*/ 80 w 157"/>
                                  <a:gd name="T3" fmla="*/ 53 h 768"/>
                                  <a:gd name="T4" fmla="*/ 19 w 157"/>
                                  <a:gd name="T5" fmla="*/ 186 h 768"/>
                                  <a:gd name="T6" fmla="*/ 1 w 157"/>
                                  <a:gd name="T7" fmla="*/ 444 h 768"/>
                                  <a:gd name="T8" fmla="*/ 24 w 157"/>
                                  <a:gd name="T9" fmla="*/ 768 h 7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57" h="768">
                                    <a:moveTo>
                                      <a:pt x="157" y="0"/>
                                    </a:moveTo>
                                    <a:cubicBezTo>
                                      <a:pt x="144" y="9"/>
                                      <a:pt x="103" y="22"/>
                                      <a:pt x="80" y="53"/>
                                    </a:cubicBezTo>
                                    <a:cubicBezTo>
                                      <a:pt x="57" y="84"/>
                                      <a:pt x="32" y="121"/>
                                      <a:pt x="19" y="186"/>
                                    </a:cubicBezTo>
                                    <a:cubicBezTo>
                                      <a:pt x="6" y="251"/>
                                      <a:pt x="0" y="347"/>
                                      <a:pt x="1" y="444"/>
                                    </a:cubicBezTo>
                                    <a:cubicBezTo>
                                      <a:pt x="2" y="541"/>
                                      <a:pt x="19" y="701"/>
                                      <a:pt x="24" y="768"/>
                                    </a:cubicBezTo>
                                  </a:path>
                                </a:pathLst>
                              </a:custGeom>
                              <a:noFill/>
                              <a:ln w="9525" cmpd="sng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C108FF" id="Freeform 248" o:spid="_x0000_s1026" style="position:absolute;margin-left:32.5pt;margin-top:44.65pt;width:7.85pt;height:38.4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7,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" path="m157,c144,9,103,22,80,53,57,84,32,121,19,186,6,251,,347,1,444v1,97,18,257,23,324e" filled="f" strokecolor="gray">
                      <v:path arrowok="t" o:connecttype="custom" o:connectlocs="99695,0;50800,33655;12065,118110;635,281940;15240,487680" o:connectangles="0,0,0,0,0"/>
                    </v:shape>
                  </w:pict>
                </mc:Fallback>
              </mc:AlternateContent>
            </w:r>
            <w:r w:rsidR="00746844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>
                      <wp:simplePos x="0" y="0"/>
                      <wp:positionH relativeFrom="column">
                        <wp:posOffset>5676265</wp:posOffset>
                      </wp:positionH>
                      <wp:positionV relativeFrom="paragraph">
                        <wp:posOffset>4425950</wp:posOffset>
                      </wp:positionV>
                      <wp:extent cx="75565" cy="40005"/>
                      <wp:effectExtent l="0" t="17780" r="5080" b="27940"/>
                      <wp:wrapNone/>
                      <wp:docPr id="62" name="Freeform 2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-2405594">
                                <a:off x="0" y="0"/>
                                <a:ext cx="75565" cy="40005"/>
                              </a:xfrm>
                              <a:custGeom>
                                <a:avLst/>
                                <a:gdLst>
                                  <a:gd name="T0" fmla="*/ 71 w 99"/>
                                  <a:gd name="T1" fmla="*/ 1 h 52"/>
                                  <a:gd name="T2" fmla="*/ 92 w 99"/>
                                  <a:gd name="T3" fmla="*/ 18 h 52"/>
                                  <a:gd name="T4" fmla="*/ 92 w 99"/>
                                  <a:gd name="T5" fmla="*/ 47 h 52"/>
                                  <a:gd name="T6" fmla="*/ 49 w 99"/>
                                  <a:gd name="T7" fmla="*/ 49 h 52"/>
                                  <a:gd name="T8" fmla="*/ 6 w 99"/>
                                  <a:gd name="T9" fmla="*/ 47 h 52"/>
                                  <a:gd name="T10" fmla="*/ 13 w 99"/>
                                  <a:gd name="T11" fmla="*/ 23 h 52"/>
                                  <a:gd name="T12" fmla="*/ 71 w 99"/>
                                  <a:gd name="T13" fmla="*/ 1 h 5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99" h="52">
                                    <a:moveTo>
                                      <a:pt x="71" y="1"/>
                                    </a:moveTo>
                                    <a:cubicBezTo>
                                      <a:pt x="84" y="0"/>
                                      <a:pt x="89" y="10"/>
                                      <a:pt x="92" y="18"/>
                                    </a:cubicBezTo>
                                    <a:cubicBezTo>
                                      <a:pt x="95" y="26"/>
                                      <a:pt x="99" y="42"/>
                                      <a:pt x="92" y="47"/>
                                    </a:cubicBezTo>
                                    <a:cubicBezTo>
                                      <a:pt x="85" y="52"/>
                                      <a:pt x="63" y="49"/>
                                      <a:pt x="49" y="49"/>
                                    </a:cubicBezTo>
                                    <a:cubicBezTo>
                                      <a:pt x="35" y="49"/>
                                      <a:pt x="12" y="51"/>
                                      <a:pt x="6" y="47"/>
                                    </a:cubicBezTo>
                                    <a:cubicBezTo>
                                      <a:pt x="0" y="43"/>
                                      <a:pt x="2" y="29"/>
                                      <a:pt x="13" y="23"/>
                                    </a:cubicBezTo>
                                    <a:cubicBezTo>
                                      <a:pt x="24" y="17"/>
                                      <a:pt x="58" y="2"/>
                                      <a:pt x="71" y="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939575" id="Freeform 246" o:spid="_x0000_s1026" style="position:absolute;margin-left:446.95pt;margin-top:348.5pt;width:5.95pt;height:3.15pt;rotation:-2627550fd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,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" path="m71,1c84,,89,10,92,18v3,8,7,24,,29c85,52,63,49,49,49,35,49,12,51,6,47,,43,2,29,13,23,24,17,58,2,71,1xe" fillcolor="silver" strokecolor="gray">
                      <v:path arrowok="t" o:connecttype="custom" o:connectlocs="54193,769;70222,13848;70222,36158;37401,37697;4580,36158;9923,17695;54193,769" o:connectangles="0,0,0,0,0,0,0"/>
                    </v:shape>
                  </w:pict>
                </mc:Fallback>
              </mc:AlternateContent>
            </w:r>
            <w:r w:rsidR="00746844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>
                      <wp:simplePos x="0" y="0"/>
                      <wp:positionH relativeFrom="column">
                        <wp:posOffset>4704715</wp:posOffset>
                      </wp:positionH>
                      <wp:positionV relativeFrom="paragraph">
                        <wp:posOffset>4463415</wp:posOffset>
                      </wp:positionV>
                      <wp:extent cx="432435" cy="428625"/>
                      <wp:effectExtent l="90805" t="0" r="86360" b="0"/>
                      <wp:wrapNone/>
                      <wp:docPr id="61" name="Freeform 2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-2405594">
                                <a:off x="0" y="0"/>
                                <a:ext cx="432435" cy="428625"/>
                              </a:xfrm>
                              <a:custGeom>
                                <a:avLst/>
                                <a:gdLst>
                                  <a:gd name="T0" fmla="*/ 555 w 567"/>
                                  <a:gd name="T1" fmla="*/ 559 h 562"/>
                                  <a:gd name="T2" fmla="*/ 495 w 567"/>
                                  <a:gd name="T3" fmla="*/ 427 h 562"/>
                                  <a:gd name="T4" fmla="*/ 423 w 567"/>
                                  <a:gd name="T5" fmla="*/ 253 h 562"/>
                                  <a:gd name="T6" fmla="*/ 303 w 567"/>
                                  <a:gd name="T7" fmla="*/ 121 h 562"/>
                                  <a:gd name="T8" fmla="*/ 99 w 567"/>
                                  <a:gd name="T9" fmla="*/ 49 h 562"/>
                                  <a:gd name="T10" fmla="*/ 9 w 567"/>
                                  <a:gd name="T11" fmla="*/ 1 h 562"/>
                                  <a:gd name="T12" fmla="*/ 45 w 567"/>
                                  <a:gd name="T13" fmla="*/ 43 h 562"/>
                                  <a:gd name="T14" fmla="*/ 141 w 567"/>
                                  <a:gd name="T15" fmla="*/ 97 h 562"/>
                                  <a:gd name="T16" fmla="*/ 237 w 567"/>
                                  <a:gd name="T17" fmla="*/ 193 h 562"/>
                                  <a:gd name="T18" fmla="*/ 321 w 567"/>
                                  <a:gd name="T19" fmla="*/ 307 h 562"/>
                                  <a:gd name="T20" fmla="*/ 423 w 567"/>
                                  <a:gd name="T21" fmla="*/ 445 h 562"/>
                                  <a:gd name="T22" fmla="*/ 555 w 567"/>
                                  <a:gd name="T23" fmla="*/ 559 h 5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567" h="562">
                                    <a:moveTo>
                                      <a:pt x="555" y="559"/>
                                    </a:moveTo>
                                    <a:cubicBezTo>
                                      <a:pt x="567" y="556"/>
                                      <a:pt x="517" y="478"/>
                                      <a:pt x="495" y="427"/>
                                    </a:cubicBezTo>
                                    <a:cubicBezTo>
                                      <a:pt x="473" y="376"/>
                                      <a:pt x="455" y="304"/>
                                      <a:pt x="423" y="253"/>
                                    </a:cubicBezTo>
                                    <a:cubicBezTo>
                                      <a:pt x="391" y="202"/>
                                      <a:pt x="357" y="155"/>
                                      <a:pt x="303" y="121"/>
                                    </a:cubicBezTo>
                                    <a:cubicBezTo>
                                      <a:pt x="249" y="87"/>
                                      <a:pt x="148" y="69"/>
                                      <a:pt x="99" y="49"/>
                                    </a:cubicBezTo>
                                    <a:cubicBezTo>
                                      <a:pt x="50" y="29"/>
                                      <a:pt x="18" y="2"/>
                                      <a:pt x="9" y="1"/>
                                    </a:cubicBezTo>
                                    <a:cubicBezTo>
                                      <a:pt x="0" y="0"/>
                                      <a:pt x="23" y="27"/>
                                      <a:pt x="45" y="43"/>
                                    </a:cubicBezTo>
                                    <a:cubicBezTo>
                                      <a:pt x="67" y="59"/>
                                      <a:pt x="109" y="72"/>
                                      <a:pt x="141" y="97"/>
                                    </a:cubicBezTo>
                                    <a:cubicBezTo>
                                      <a:pt x="173" y="122"/>
                                      <a:pt x="207" y="158"/>
                                      <a:pt x="237" y="193"/>
                                    </a:cubicBezTo>
                                    <a:cubicBezTo>
                                      <a:pt x="267" y="228"/>
                                      <a:pt x="290" y="265"/>
                                      <a:pt x="321" y="307"/>
                                    </a:cubicBezTo>
                                    <a:cubicBezTo>
                                      <a:pt x="352" y="349"/>
                                      <a:pt x="384" y="406"/>
                                      <a:pt x="423" y="445"/>
                                    </a:cubicBezTo>
                                    <a:cubicBezTo>
                                      <a:pt x="462" y="484"/>
                                      <a:pt x="543" y="562"/>
                                      <a:pt x="555" y="55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03873D" id="Freeform 245" o:spid="_x0000_s1026" style="position:absolute;margin-left:370.45pt;margin-top:351.45pt;width:34.05pt;height:33.75pt;rotation:-2627550fd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67,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<v:path arrowok="t" o:connecttype="custom" o:connectlocs="423283,426337;377523,325663;322610,192958;231090,92284;75505,37371;6864,763;34320,32795;107537,73980;180753,147197;244818,234142;322610,339392;423283,426337" o:connectangles="0,0,0,0,0,0,0,0,0,0,0,0"/>
                    </v:shape>
                  </w:pict>
                </mc:Fallback>
              </mc:AlternateContent>
            </w:r>
            <w:r w:rsidR="00746844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>
                      <wp:simplePos x="0" y="0"/>
                      <wp:positionH relativeFrom="column">
                        <wp:posOffset>5522595</wp:posOffset>
                      </wp:positionH>
                      <wp:positionV relativeFrom="paragraph">
                        <wp:posOffset>4392295</wp:posOffset>
                      </wp:positionV>
                      <wp:extent cx="177165" cy="105410"/>
                      <wp:effectExtent l="22860" t="0" r="19050" b="0"/>
                      <wp:wrapNone/>
                      <wp:docPr id="60" name="Freeform 2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-2405594">
                                <a:off x="0" y="0"/>
                                <a:ext cx="177165" cy="105410"/>
                              </a:xfrm>
                              <a:custGeom>
                                <a:avLst/>
                                <a:gdLst>
                                  <a:gd name="T0" fmla="*/ 232 w 232"/>
                                  <a:gd name="T1" fmla="*/ 130 h 138"/>
                                  <a:gd name="T2" fmla="*/ 158 w 232"/>
                                  <a:gd name="T3" fmla="*/ 130 h 138"/>
                                  <a:gd name="T4" fmla="*/ 57 w 232"/>
                                  <a:gd name="T5" fmla="*/ 79 h 138"/>
                                  <a:gd name="T6" fmla="*/ 0 w 232"/>
                                  <a:gd name="T7" fmla="*/ 0 h 13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32" h="138">
                                    <a:moveTo>
                                      <a:pt x="232" y="130"/>
                                    </a:moveTo>
                                    <a:cubicBezTo>
                                      <a:pt x="220" y="130"/>
                                      <a:pt x="187" y="138"/>
                                      <a:pt x="158" y="130"/>
                                    </a:cubicBezTo>
                                    <a:cubicBezTo>
                                      <a:pt x="129" y="122"/>
                                      <a:pt x="83" y="101"/>
                                      <a:pt x="57" y="79"/>
                                    </a:cubicBezTo>
                                    <a:cubicBezTo>
                                      <a:pt x="31" y="57"/>
                                      <a:pt x="12" y="1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0FB625" id="Freeform 244" o:spid="_x0000_s1026" style="position:absolute;margin-left:434.85pt;margin-top:345.85pt;width:13.95pt;height:8.3pt;rotation:-2627550fd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2,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" path="m232,130v-12,,-45,8,-74,c129,122,83,101,57,79,31,57,12,16,,e" filled="f" strokecolor="gray">
                      <v:path arrowok="t" o:connecttype="custom" o:connectlocs="177165,99299;120655,99299;43528,60343;0,0" o:connectangles="0,0,0,0"/>
                    </v:shape>
                  </w:pict>
                </mc:Fallback>
              </mc:AlternateContent>
            </w:r>
            <w:r w:rsidR="00746844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>
                      <wp:simplePos x="0" y="0"/>
                      <wp:positionH relativeFrom="column">
                        <wp:posOffset>1264285</wp:posOffset>
                      </wp:positionH>
                      <wp:positionV relativeFrom="paragraph">
                        <wp:posOffset>619125</wp:posOffset>
                      </wp:positionV>
                      <wp:extent cx="761365" cy="468630"/>
                      <wp:effectExtent l="0" t="201930" r="0" b="196215"/>
                      <wp:wrapNone/>
                      <wp:docPr id="59" name="Freeform 2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-2405594">
                                <a:off x="0" y="0"/>
                                <a:ext cx="761365" cy="468630"/>
                              </a:xfrm>
                              <a:custGeom>
                                <a:avLst/>
                                <a:gdLst>
                                  <a:gd name="T0" fmla="*/ 0 w 998"/>
                                  <a:gd name="T1" fmla="*/ 614 h 614"/>
                                  <a:gd name="T2" fmla="*/ 144 w 998"/>
                                  <a:gd name="T3" fmla="*/ 350 h 614"/>
                                  <a:gd name="T4" fmla="*/ 523 w 998"/>
                                  <a:gd name="T5" fmla="*/ 100 h 614"/>
                                  <a:gd name="T6" fmla="*/ 998 w 998"/>
                                  <a:gd name="T7" fmla="*/ 0 h 61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998" h="614">
                                    <a:moveTo>
                                      <a:pt x="0" y="614"/>
                                    </a:moveTo>
                                    <a:cubicBezTo>
                                      <a:pt x="29" y="524"/>
                                      <a:pt x="57" y="436"/>
                                      <a:pt x="144" y="350"/>
                                    </a:cubicBezTo>
                                    <a:cubicBezTo>
                                      <a:pt x="231" y="264"/>
                                      <a:pt x="381" y="158"/>
                                      <a:pt x="523" y="100"/>
                                    </a:cubicBezTo>
                                    <a:cubicBezTo>
                                      <a:pt x="665" y="42"/>
                                      <a:pt x="899" y="21"/>
                                      <a:pt x="998" y="0"/>
                                    </a:cubicBezTo>
                                  </a:path>
                                </a:pathLst>
                              </a:custGeom>
                              <a:noFill/>
                              <a:ln w="3175" cap="rnd" cmpd="sng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6A6A71" id="Freeform 242" o:spid="_x0000_s1026" style="position:absolute;margin-left:99.55pt;margin-top:48.75pt;width:59.95pt;height:36.9pt;rotation:-2627550fd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8,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" path="m,614c29,524,57,436,144,350,231,264,381,158,523,100,665,42,899,21,998,e" filled="f" strokecolor="gray" strokeweight=".25pt">
                      <v:stroke dashstyle="1 1" endcap="round"/>
                      <v:path arrowok="t" o:connecttype="custom" o:connectlocs="0,468630;109856,267134;398992,76324;761365,0" o:connectangles="0,0,0,0"/>
                    </v:shape>
                  </w:pict>
                </mc:Fallback>
              </mc:AlternateContent>
            </w:r>
            <w:r w:rsidR="00746844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>
                      <wp:simplePos x="0" y="0"/>
                      <wp:positionH relativeFrom="column">
                        <wp:posOffset>4060825</wp:posOffset>
                      </wp:positionH>
                      <wp:positionV relativeFrom="paragraph">
                        <wp:posOffset>1678940</wp:posOffset>
                      </wp:positionV>
                      <wp:extent cx="175895" cy="692785"/>
                      <wp:effectExtent l="104140" t="0" r="81915" b="0"/>
                      <wp:wrapNone/>
                      <wp:docPr id="58" name="Freeform 2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-2405594">
                                <a:off x="0" y="0"/>
                                <a:ext cx="175895" cy="692785"/>
                              </a:xfrm>
                              <a:custGeom>
                                <a:avLst/>
                                <a:gdLst>
                                  <a:gd name="T0" fmla="*/ 175 w 230"/>
                                  <a:gd name="T1" fmla="*/ 2 h 909"/>
                                  <a:gd name="T2" fmla="*/ 163 w 230"/>
                                  <a:gd name="T3" fmla="*/ 254 h 909"/>
                                  <a:gd name="T4" fmla="*/ 211 w 230"/>
                                  <a:gd name="T5" fmla="*/ 488 h 909"/>
                                  <a:gd name="T6" fmla="*/ 49 w 230"/>
                                  <a:gd name="T7" fmla="*/ 866 h 909"/>
                                  <a:gd name="T8" fmla="*/ 25 w 230"/>
                                  <a:gd name="T9" fmla="*/ 746 h 909"/>
                                  <a:gd name="T10" fmla="*/ 199 w 230"/>
                                  <a:gd name="T11" fmla="*/ 494 h 909"/>
                                  <a:gd name="T12" fmla="*/ 151 w 230"/>
                                  <a:gd name="T13" fmla="*/ 368 h 909"/>
                                  <a:gd name="T14" fmla="*/ 121 w 230"/>
                                  <a:gd name="T15" fmla="*/ 242 h 909"/>
                                  <a:gd name="T16" fmla="*/ 175 w 230"/>
                                  <a:gd name="T17" fmla="*/ 2 h 9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230" h="909">
                                    <a:moveTo>
                                      <a:pt x="175" y="2"/>
                                    </a:moveTo>
                                    <a:cubicBezTo>
                                      <a:pt x="182" y="4"/>
                                      <a:pt x="157" y="173"/>
                                      <a:pt x="163" y="254"/>
                                    </a:cubicBezTo>
                                    <a:cubicBezTo>
                                      <a:pt x="169" y="335"/>
                                      <a:pt x="230" y="386"/>
                                      <a:pt x="211" y="488"/>
                                    </a:cubicBezTo>
                                    <a:cubicBezTo>
                                      <a:pt x="192" y="590"/>
                                      <a:pt x="80" y="823"/>
                                      <a:pt x="49" y="866"/>
                                    </a:cubicBezTo>
                                    <a:cubicBezTo>
                                      <a:pt x="18" y="909"/>
                                      <a:pt x="0" y="808"/>
                                      <a:pt x="25" y="746"/>
                                    </a:cubicBezTo>
                                    <a:cubicBezTo>
                                      <a:pt x="50" y="684"/>
                                      <a:pt x="178" y="557"/>
                                      <a:pt x="199" y="494"/>
                                    </a:cubicBezTo>
                                    <a:cubicBezTo>
                                      <a:pt x="220" y="431"/>
                                      <a:pt x="164" y="410"/>
                                      <a:pt x="151" y="368"/>
                                    </a:cubicBezTo>
                                    <a:cubicBezTo>
                                      <a:pt x="138" y="326"/>
                                      <a:pt x="119" y="302"/>
                                      <a:pt x="121" y="242"/>
                                    </a:cubicBezTo>
                                    <a:cubicBezTo>
                                      <a:pt x="123" y="182"/>
                                      <a:pt x="168" y="0"/>
                                      <a:pt x="175" y="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1C8FD5" id="Freeform 241" o:spid="_x0000_s1026" style="position:absolute;margin-left:319.75pt;margin-top:132.2pt;width:13.85pt;height:54.55pt;rotation:-2627550fd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0,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" path="m175,2v7,2,-18,171,-12,252c169,335,230,386,211,488,192,590,80,823,49,866,18,909,,808,25,746,50,684,178,557,199,494,220,431,164,410,151,368,138,326,119,302,121,242,123,182,168,,175,2xe" fillcolor="#ddd" stroked="f">
                      <v:path arrowok="t" o:connecttype="custom" o:connectlocs="133833,1524;124656,193583;161365,371924;37473,660013;19119,568556;152187,376497;115479,280467;92536,184438;133833,1524" o:connectangles="0,0,0,0,0,0,0,0,0"/>
                    </v:shape>
                  </w:pict>
                </mc:Fallback>
              </mc:AlternateContent>
            </w:r>
            <w:r w:rsidR="00746844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>
                      <wp:simplePos x="0" y="0"/>
                      <wp:positionH relativeFrom="column">
                        <wp:posOffset>3836035</wp:posOffset>
                      </wp:positionH>
                      <wp:positionV relativeFrom="paragraph">
                        <wp:posOffset>1297305</wp:posOffset>
                      </wp:positionV>
                      <wp:extent cx="117475" cy="78105"/>
                      <wp:effectExtent l="12700" t="13335" r="12700" b="0"/>
                      <wp:wrapNone/>
                      <wp:docPr id="57" name="Freeform 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-2405594">
                                <a:off x="0" y="0"/>
                                <a:ext cx="117475" cy="78105"/>
                              </a:xfrm>
                              <a:custGeom>
                                <a:avLst/>
                                <a:gdLst>
                                  <a:gd name="T0" fmla="*/ 146 w 154"/>
                                  <a:gd name="T1" fmla="*/ 102 h 102"/>
                                  <a:gd name="T2" fmla="*/ 86 w 154"/>
                                  <a:gd name="T3" fmla="*/ 42 h 102"/>
                                  <a:gd name="T4" fmla="*/ 2 w 154"/>
                                  <a:gd name="T5" fmla="*/ 6 h 102"/>
                                  <a:gd name="T6" fmla="*/ 98 w 154"/>
                                  <a:gd name="T7" fmla="*/ 6 h 102"/>
                                  <a:gd name="T8" fmla="*/ 134 w 154"/>
                                  <a:gd name="T9" fmla="*/ 42 h 102"/>
                                  <a:gd name="T10" fmla="*/ 146 w 154"/>
                                  <a:gd name="T11" fmla="*/ 102 h 10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54" h="102">
                                    <a:moveTo>
                                      <a:pt x="146" y="102"/>
                                    </a:moveTo>
                                    <a:cubicBezTo>
                                      <a:pt x="138" y="102"/>
                                      <a:pt x="110" y="58"/>
                                      <a:pt x="86" y="42"/>
                                    </a:cubicBezTo>
                                    <a:cubicBezTo>
                                      <a:pt x="62" y="26"/>
                                      <a:pt x="0" y="12"/>
                                      <a:pt x="2" y="6"/>
                                    </a:cubicBezTo>
                                    <a:cubicBezTo>
                                      <a:pt x="4" y="0"/>
                                      <a:pt x="76" y="0"/>
                                      <a:pt x="98" y="6"/>
                                    </a:cubicBezTo>
                                    <a:cubicBezTo>
                                      <a:pt x="120" y="12"/>
                                      <a:pt x="128" y="27"/>
                                      <a:pt x="134" y="42"/>
                                    </a:cubicBezTo>
                                    <a:cubicBezTo>
                                      <a:pt x="140" y="57"/>
                                      <a:pt x="154" y="102"/>
                                      <a:pt x="146" y="10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36A9DC" id="Freeform 240" o:spid="_x0000_s1026" style="position:absolute;margin-left:302.05pt;margin-top:102.15pt;width:9.25pt;height:6.15pt;rotation:-2627550fd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4,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" path="m146,102v-8,,-36,-44,-60,-60c62,26,,12,2,6,4,,76,,98,6v22,6,30,21,36,36c140,57,154,102,146,102xe" fillcolor="#ddd" stroked="f">
                      <v:path arrowok="t" o:connecttype="custom" o:connectlocs="111372,78105;65603,32161;1526,4594;74757,4594;102219,32161;111372,78105" o:connectangles="0,0,0,0,0,0"/>
                    </v:shape>
                  </w:pict>
                </mc:Fallback>
              </mc:AlternateContent>
            </w:r>
            <w:r w:rsidR="00746844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>
                      <wp:simplePos x="0" y="0"/>
                      <wp:positionH relativeFrom="column">
                        <wp:posOffset>1644650</wp:posOffset>
                      </wp:positionH>
                      <wp:positionV relativeFrom="paragraph">
                        <wp:posOffset>1189355</wp:posOffset>
                      </wp:positionV>
                      <wp:extent cx="140335" cy="629285"/>
                      <wp:effectExtent l="183515" t="0" r="161925" b="0"/>
                      <wp:wrapNone/>
                      <wp:docPr id="56" name="Freeform 2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-2405594">
                                <a:off x="0" y="0"/>
                                <a:ext cx="140335" cy="629285"/>
                              </a:xfrm>
                              <a:custGeom>
                                <a:avLst/>
                                <a:gdLst>
                                  <a:gd name="T0" fmla="*/ 15 w 184"/>
                                  <a:gd name="T1" fmla="*/ 177 h 825"/>
                                  <a:gd name="T2" fmla="*/ 87 w 184"/>
                                  <a:gd name="T3" fmla="*/ 485 h 825"/>
                                  <a:gd name="T4" fmla="*/ 131 w 184"/>
                                  <a:gd name="T5" fmla="*/ 811 h 825"/>
                                  <a:gd name="T6" fmla="*/ 147 w 184"/>
                                  <a:gd name="T7" fmla="*/ 571 h 825"/>
                                  <a:gd name="T8" fmla="*/ 171 w 184"/>
                                  <a:gd name="T9" fmla="*/ 252 h 825"/>
                                  <a:gd name="T10" fmla="*/ 174 w 184"/>
                                  <a:gd name="T11" fmla="*/ 165 h 825"/>
                                  <a:gd name="T12" fmla="*/ 109 w 184"/>
                                  <a:gd name="T13" fmla="*/ 120 h 825"/>
                                  <a:gd name="T14" fmla="*/ 15 w 184"/>
                                  <a:gd name="T15" fmla="*/ 9 h 825"/>
                                  <a:gd name="T16" fmla="*/ 15 w 184"/>
                                  <a:gd name="T17" fmla="*/ 177 h 82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84" h="825">
                                    <a:moveTo>
                                      <a:pt x="15" y="177"/>
                                    </a:moveTo>
                                    <a:cubicBezTo>
                                      <a:pt x="27" y="256"/>
                                      <a:pt x="68" y="379"/>
                                      <a:pt x="87" y="485"/>
                                    </a:cubicBezTo>
                                    <a:cubicBezTo>
                                      <a:pt x="106" y="591"/>
                                      <a:pt x="121" y="797"/>
                                      <a:pt x="131" y="811"/>
                                    </a:cubicBezTo>
                                    <a:cubicBezTo>
                                      <a:pt x="141" y="825"/>
                                      <a:pt x="140" y="664"/>
                                      <a:pt x="147" y="571"/>
                                    </a:cubicBezTo>
                                    <a:cubicBezTo>
                                      <a:pt x="154" y="478"/>
                                      <a:pt x="167" y="320"/>
                                      <a:pt x="171" y="252"/>
                                    </a:cubicBezTo>
                                    <a:cubicBezTo>
                                      <a:pt x="175" y="184"/>
                                      <a:pt x="184" y="187"/>
                                      <a:pt x="174" y="165"/>
                                    </a:cubicBezTo>
                                    <a:cubicBezTo>
                                      <a:pt x="164" y="143"/>
                                      <a:pt x="136" y="146"/>
                                      <a:pt x="109" y="120"/>
                                    </a:cubicBezTo>
                                    <a:cubicBezTo>
                                      <a:pt x="82" y="94"/>
                                      <a:pt x="30" y="0"/>
                                      <a:pt x="15" y="9"/>
                                    </a:cubicBezTo>
                                    <a:cubicBezTo>
                                      <a:pt x="0" y="18"/>
                                      <a:pt x="3" y="98"/>
                                      <a:pt x="15" y="1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96741B" id="Freeform 239" o:spid="_x0000_s1026" style="position:absolute;margin-left:129.5pt;margin-top:93.65pt;width:11.05pt;height:49.55pt;rotation:-2627550fd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4,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" path="m15,177v12,79,53,202,72,308c106,591,121,797,131,811v10,14,9,-147,16,-240c154,478,167,320,171,252v4,-68,13,-65,3,-87c164,143,136,146,109,120,82,94,30,,15,9,,18,3,98,15,177xe" fillcolor="#ddd" stroked="f">
                      <v:path arrowok="t" o:connecttype="custom" o:connectlocs="11440,135010;66354,369943;99912,618606;112115,435541;130420,192218;132708,125857;83133,91532;11440,6865;11440,135010" o:connectangles="0,0,0,0,0,0,0,0,0"/>
                    </v:shape>
                  </w:pict>
                </mc:Fallback>
              </mc:AlternateContent>
            </w:r>
            <w:r w:rsidR="00746844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>
                      <wp:simplePos x="0" y="0"/>
                      <wp:positionH relativeFrom="column">
                        <wp:posOffset>1769110</wp:posOffset>
                      </wp:positionH>
                      <wp:positionV relativeFrom="paragraph">
                        <wp:posOffset>234315</wp:posOffset>
                      </wp:positionV>
                      <wp:extent cx="368935" cy="453390"/>
                      <wp:effectExtent l="107950" t="0" r="104140" b="0"/>
                      <wp:wrapNone/>
                      <wp:docPr id="55" name="Freeform 2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-2405594">
                                <a:off x="0" y="0"/>
                                <a:ext cx="368935" cy="453390"/>
                              </a:xfrm>
                              <a:custGeom>
                                <a:avLst/>
                                <a:gdLst>
                                  <a:gd name="T0" fmla="*/ 470 w 484"/>
                                  <a:gd name="T1" fmla="*/ 581 h 595"/>
                                  <a:gd name="T2" fmla="*/ 405 w 484"/>
                                  <a:gd name="T3" fmla="*/ 497 h 595"/>
                                  <a:gd name="T4" fmla="*/ 309 w 484"/>
                                  <a:gd name="T5" fmla="*/ 367 h 595"/>
                                  <a:gd name="T6" fmla="*/ 252 w 484"/>
                                  <a:gd name="T7" fmla="*/ 228 h 595"/>
                                  <a:gd name="T8" fmla="*/ 223 w 484"/>
                                  <a:gd name="T9" fmla="*/ 137 h 595"/>
                                  <a:gd name="T10" fmla="*/ 184 w 484"/>
                                  <a:gd name="T11" fmla="*/ 106 h 595"/>
                                  <a:gd name="T12" fmla="*/ 21 w 484"/>
                                  <a:gd name="T13" fmla="*/ 5 h 595"/>
                                  <a:gd name="T14" fmla="*/ 60 w 484"/>
                                  <a:gd name="T15" fmla="*/ 75 h 595"/>
                                  <a:gd name="T16" fmla="*/ 177 w 484"/>
                                  <a:gd name="T17" fmla="*/ 223 h 595"/>
                                  <a:gd name="T18" fmla="*/ 321 w 484"/>
                                  <a:gd name="T19" fmla="*/ 415 h 595"/>
                                  <a:gd name="T20" fmla="*/ 470 w 484"/>
                                  <a:gd name="T21" fmla="*/ 581 h 59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484" h="595">
                                    <a:moveTo>
                                      <a:pt x="470" y="581"/>
                                    </a:moveTo>
                                    <a:cubicBezTo>
                                      <a:pt x="484" y="595"/>
                                      <a:pt x="432" y="533"/>
                                      <a:pt x="405" y="497"/>
                                    </a:cubicBezTo>
                                    <a:cubicBezTo>
                                      <a:pt x="378" y="461"/>
                                      <a:pt x="334" y="412"/>
                                      <a:pt x="309" y="367"/>
                                    </a:cubicBezTo>
                                    <a:cubicBezTo>
                                      <a:pt x="284" y="322"/>
                                      <a:pt x="266" y="266"/>
                                      <a:pt x="252" y="228"/>
                                    </a:cubicBezTo>
                                    <a:cubicBezTo>
                                      <a:pt x="238" y="190"/>
                                      <a:pt x="234" y="157"/>
                                      <a:pt x="223" y="137"/>
                                    </a:cubicBezTo>
                                    <a:cubicBezTo>
                                      <a:pt x="212" y="117"/>
                                      <a:pt x="218" y="128"/>
                                      <a:pt x="184" y="106"/>
                                    </a:cubicBezTo>
                                    <a:cubicBezTo>
                                      <a:pt x="150" y="84"/>
                                      <a:pt x="42" y="10"/>
                                      <a:pt x="21" y="5"/>
                                    </a:cubicBezTo>
                                    <a:cubicBezTo>
                                      <a:pt x="0" y="0"/>
                                      <a:pt x="34" y="39"/>
                                      <a:pt x="60" y="75"/>
                                    </a:cubicBezTo>
                                    <a:cubicBezTo>
                                      <a:pt x="86" y="111"/>
                                      <a:pt x="134" y="166"/>
                                      <a:pt x="177" y="223"/>
                                    </a:cubicBezTo>
                                    <a:cubicBezTo>
                                      <a:pt x="220" y="280"/>
                                      <a:pt x="274" y="354"/>
                                      <a:pt x="321" y="415"/>
                                    </a:cubicBezTo>
                                    <a:cubicBezTo>
                                      <a:pt x="368" y="476"/>
                                      <a:pt x="456" y="567"/>
                                      <a:pt x="470" y="58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66741E" id="Freeform 238" o:spid="_x0000_s1026" style="position:absolute;margin-left:139.3pt;margin-top:18.45pt;width:29.05pt;height:35.7pt;rotation:-2627550fd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4,5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<v:path arrowok="t" o:connecttype="custom" o:connectlocs="358263,442722;308716,378714;235539,279654;192090,173736;169985,104394;140256,80772;16008,3810;45736,57150;134920,169926;244686,316230;358263,442722" o:connectangles="0,0,0,0,0,0,0,0,0,0,0"/>
                    </v:shape>
                  </w:pict>
                </mc:Fallback>
              </mc:AlternateContent>
            </w:r>
            <w:r w:rsidR="00746844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>
                      <wp:simplePos x="0" y="0"/>
                      <wp:positionH relativeFrom="column">
                        <wp:posOffset>3077210</wp:posOffset>
                      </wp:positionH>
                      <wp:positionV relativeFrom="paragraph">
                        <wp:posOffset>305435</wp:posOffset>
                      </wp:positionV>
                      <wp:extent cx="833755" cy="4337685"/>
                      <wp:effectExtent l="1216025" t="0" r="731520" b="0"/>
                      <wp:wrapNone/>
                      <wp:docPr id="53" name="Freeform 2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-2405594">
                                <a:off x="0" y="0"/>
                                <a:ext cx="833755" cy="4337685"/>
                              </a:xfrm>
                              <a:custGeom>
                                <a:avLst/>
                                <a:gdLst>
                                  <a:gd name="T0" fmla="*/ 269 w 1094"/>
                                  <a:gd name="T1" fmla="*/ 490 h 5688"/>
                                  <a:gd name="T2" fmla="*/ 203 w 1094"/>
                                  <a:gd name="T3" fmla="*/ 28 h 5688"/>
                                  <a:gd name="T4" fmla="*/ 509 w 1094"/>
                                  <a:gd name="T5" fmla="*/ 658 h 5688"/>
                                  <a:gd name="T6" fmla="*/ 893 w 1094"/>
                                  <a:gd name="T7" fmla="*/ 1600 h 5688"/>
                                  <a:gd name="T8" fmla="*/ 1037 w 1094"/>
                                  <a:gd name="T9" fmla="*/ 2086 h 5688"/>
                                  <a:gd name="T10" fmla="*/ 1087 w 1094"/>
                                  <a:gd name="T11" fmla="*/ 2717 h 5688"/>
                                  <a:gd name="T12" fmla="*/ 994 w 1094"/>
                                  <a:gd name="T13" fmla="*/ 3005 h 5688"/>
                                  <a:gd name="T14" fmla="*/ 778 w 1094"/>
                                  <a:gd name="T15" fmla="*/ 3281 h 5688"/>
                                  <a:gd name="T16" fmla="*/ 595 w 1094"/>
                                  <a:gd name="T17" fmla="*/ 3740 h 5688"/>
                                  <a:gd name="T18" fmla="*/ 439 w 1094"/>
                                  <a:gd name="T19" fmla="*/ 4407 h 5688"/>
                                  <a:gd name="T20" fmla="*/ 171 w 1094"/>
                                  <a:gd name="T21" fmla="*/ 5060 h 5688"/>
                                  <a:gd name="T22" fmla="*/ 39 w 1094"/>
                                  <a:gd name="T23" fmla="*/ 5384 h 5688"/>
                                  <a:gd name="T24" fmla="*/ 10 w 1094"/>
                                  <a:gd name="T25" fmla="*/ 5561 h 5688"/>
                                  <a:gd name="T26" fmla="*/ 99 w 1094"/>
                                  <a:gd name="T27" fmla="*/ 5688 h 568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1094" h="5688">
                                    <a:moveTo>
                                      <a:pt x="269" y="490"/>
                                    </a:moveTo>
                                    <a:cubicBezTo>
                                      <a:pt x="258" y="413"/>
                                      <a:pt x="163" y="0"/>
                                      <a:pt x="203" y="28"/>
                                    </a:cubicBezTo>
                                    <a:cubicBezTo>
                                      <a:pt x="243" y="56"/>
                                      <a:pt x="394" y="396"/>
                                      <a:pt x="509" y="658"/>
                                    </a:cubicBezTo>
                                    <a:cubicBezTo>
                                      <a:pt x="624" y="920"/>
                                      <a:pt x="805" y="1362"/>
                                      <a:pt x="893" y="1600"/>
                                    </a:cubicBezTo>
                                    <a:cubicBezTo>
                                      <a:pt x="981" y="1838"/>
                                      <a:pt x="1005" y="1900"/>
                                      <a:pt x="1037" y="2086"/>
                                    </a:cubicBezTo>
                                    <a:cubicBezTo>
                                      <a:pt x="1069" y="2272"/>
                                      <a:pt x="1094" y="2564"/>
                                      <a:pt x="1087" y="2717"/>
                                    </a:cubicBezTo>
                                    <a:cubicBezTo>
                                      <a:pt x="1080" y="2870"/>
                                      <a:pt x="1045" y="2911"/>
                                      <a:pt x="994" y="3005"/>
                                    </a:cubicBezTo>
                                    <a:cubicBezTo>
                                      <a:pt x="943" y="3099"/>
                                      <a:pt x="844" y="3159"/>
                                      <a:pt x="778" y="3281"/>
                                    </a:cubicBezTo>
                                    <a:cubicBezTo>
                                      <a:pt x="712" y="3403"/>
                                      <a:pt x="651" y="3552"/>
                                      <a:pt x="595" y="3740"/>
                                    </a:cubicBezTo>
                                    <a:cubicBezTo>
                                      <a:pt x="539" y="3928"/>
                                      <a:pt x="510" y="4187"/>
                                      <a:pt x="439" y="4407"/>
                                    </a:cubicBezTo>
                                    <a:cubicBezTo>
                                      <a:pt x="368" y="4627"/>
                                      <a:pt x="238" y="4897"/>
                                      <a:pt x="171" y="5060"/>
                                    </a:cubicBezTo>
                                    <a:cubicBezTo>
                                      <a:pt x="104" y="5223"/>
                                      <a:pt x="66" y="5301"/>
                                      <a:pt x="39" y="5384"/>
                                    </a:cubicBezTo>
                                    <a:cubicBezTo>
                                      <a:pt x="12" y="5467"/>
                                      <a:pt x="0" y="5510"/>
                                      <a:pt x="10" y="5561"/>
                                    </a:cubicBezTo>
                                    <a:cubicBezTo>
                                      <a:pt x="20" y="5612"/>
                                      <a:pt x="81" y="5662"/>
                                      <a:pt x="99" y="5688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2D4CC6" id="Freeform 236" o:spid="_x0000_s1026" style="position:absolute;margin-left:242.3pt;margin-top:24.05pt;width:65.65pt;height:341.55pt;rotation:-2627550fd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94,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" path="m269,490c258,413,163,,203,28v40,28,191,368,306,630c624,920,805,1362,893,1600v88,238,112,300,144,486c1069,2272,1094,2564,1087,2717v-7,153,-42,194,-93,288c943,3099,844,3159,778,3281v-66,122,-127,271,-183,459c539,3928,510,4187,439,4407v-71,220,-201,490,-268,653c104,5223,66,5301,39,5384,12,5467,,5510,10,5561v10,51,71,101,89,127e" filled="f" strokecolor="#333">
                      <v:path arrowok="t" o:connecttype="custom" o:connectlocs="205009,373675;154710,21353;387917,501793;680570,1220165;790314,1590790;828420,2071992;757543,2291622;592926,2502100;453459,2852135;334569,3360791;130322,3858770;29723,4105854;7621,4240834;75449,4337685" o:connectangles="0,0,0,0,0,0,0,0,0,0,0,0,0,0"/>
                    </v:shape>
                  </w:pict>
                </mc:Fallback>
              </mc:AlternateContent>
            </w:r>
            <w:r w:rsidR="00746844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>
                      <wp:simplePos x="0" y="0"/>
                      <wp:positionH relativeFrom="column">
                        <wp:posOffset>3970020</wp:posOffset>
                      </wp:positionH>
                      <wp:positionV relativeFrom="paragraph">
                        <wp:posOffset>2093595</wp:posOffset>
                      </wp:positionV>
                      <wp:extent cx="735330" cy="2139315"/>
                      <wp:effectExtent l="146685" t="0" r="118110" b="0"/>
                      <wp:wrapNone/>
                      <wp:docPr id="52" name="Freeform 2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-2405594">
                                <a:off x="0" y="0"/>
                                <a:ext cx="735330" cy="2139315"/>
                              </a:xfrm>
                              <a:custGeom>
                                <a:avLst/>
                                <a:gdLst>
                                  <a:gd name="T0" fmla="*/ 0 w 965"/>
                                  <a:gd name="T1" fmla="*/ 2530 h 2806"/>
                                  <a:gd name="T2" fmla="*/ 132 w 965"/>
                                  <a:gd name="T3" fmla="*/ 2158 h 2806"/>
                                  <a:gd name="T4" fmla="*/ 353 w 965"/>
                                  <a:gd name="T5" fmla="*/ 1676 h 2806"/>
                                  <a:gd name="T6" fmla="*/ 497 w 965"/>
                                  <a:gd name="T7" fmla="*/ 1148 h 2806"/>
                                  <a:gd name="T8" fmla="*/ 574 w 965"/>
                                  <a:gd name="T9" fmla="*/ 864 h 2806"/>
                                  <a:gd name="T10" fmla="*/ 725 w 965"/>
                                  <a:gd name="T11" fmla="*/ 332 h 2806"/>
                                  <a:gd name="T12" fmla="*/ 833 w 965"/>
                                  <a:gd name="T13" fmla="*/ 12 h 2806"/>
                                  <a:gd name="T14" fmla="*/ 958 w 965"/>
                                  <a:gd name="T15" fmla="*/ 406 h 2806"/>
                                  <a:gd name="T16" fmla="*/ 874 w 965"/>
                                  <a:gd name="T17" fmla="*/ 824 h 2806"/>
                                  <a:gd name="T18" fmla="*/ 540 w 965"/>
                                  <a:gd name="T19" fmla="*/ 1522 h 2806"/>
                                  <a:gd name="T20" fmla="*/ 290 w 965"/>
                                  <a:gd name="T21" fmla="*/ 2040 h 2806"/>
                                  <a:gd name="T22" fmla="*/ 151 w 965"/>
                                  <a:gd name="T23" fmla="*/ 2376 h 2806"/>
                                  <a:gd name="T24" fmla="*/ 120 w 965"/>
                                  <a:gd name="T25" fmla="*/ 2806 h 280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965" h="2806">
                                    <a:moveTo>
                                      <a:pt x="0" y="2530"/>
                                    </a:moveTo>
                                    <a:cubicBezTo>
                                      <a:pt x="34" y="2422"/>
                                      <a:pt x="73" y="2300"/>
                                      <a:pt x="132" y="2158"/>
                                    </a:cubicBezTo>
                                    <a:cubicBezTo>
                                      <a:pt x="191" y="2016"/>
                                      <a:pt x="292" y="1844"/>
                                      <a:pt x="353" y="1676"/>
                                    </a:cubicBezTo>
                                    <a:cubicBezTo>
                                      <a:pt x="414" y="1508"/>
                                      <a:pt x="460" y="1283"/>
                                      <a:pt x="497" y="1148"/>
                                    </a:cubicBezTo>
                                    <a:cubicBezTo>
                                      <a:pt x="534" y="1013"/>
                                      <a:pt x="536" y="1000"/>
                                      <a:pt x="574" y="864"/>
                                    </a:cubicBezTo>
                                    <a:cubicBezTo>
                                      <a:pt x="612" y="728"/>
                                      <a:pt x="682" y="474"/>
                                      <a:pt x="725" y="332"/>
                                    </a:cubicBezTo>
                                    <a:cubicBezTo>
                                      <a:pt x="768" y="190"/>
                                      <a:pt x="794" y="0"/>
                                      <a:pt x="833" y="12"/>
                                    </a:cubicBezTo>
                                    <a:cubicBezTo>
                                      <a:pt x="872" y="24"/>
                                      <a:pt x="951" y="271"/>
                                      <a:pt x="958" y="406"/>
                                    </a:cubicBezTo>
                                    <a:cubicBezTo>
                                      <a:pt x="965" y="541"/>
                                      <a:pt x="944" y="638"/>
                                      <a:pt x="874" y="824"/>
                                    </a:cubicBezTo>
                                    <a:cubicBezTo>
                                      <a:pt x="804" y="1010"/>
                                      <a:pt x="637" y="1319"/>
                                      <a:pt x="540" y="1522"/>
                                    </a:cubicBezTo>
                                    <a:cubicBezTo>
                                      <a:pt x="443" y="1725"/>
                                      <a:pt x="355" y="1898"/>
                                      <a:pt x="290" y="2040"/>
                                    </a:cubicBezTo>
                                    <a:cubicBezTo>
                                      <a:pt x="225" y="2182"/>
                                      <a:pt x="179" y="2249"/>
                                      <a:pt x="151" y="2376"/>
                                    </a:cubicBezTo>
                                    <a:cubicBezTo>
                                      <a:pt x="123" y="2503"/>
                                      <a:pt x="126" y="2717"/>
                                      <a:pt x="120" y="2806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DD70FE" id="Freeform 235" o:spid="_x0000_s1026" style="position:absolute;margin-left:312.6pt;margin-top:164.85pt;width:57.9pt;height:168.45pt;rotation:-2627550fd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65,2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<v:path arrowok="t" o:connecttype="custom" o:connectlocs="0,1928891;100584,1645275;268986,1277795;378714,875244;437388,658720;552450,253119;634746,9149;729996,309537;665988,628224;411480,1160384;220980,1555311;115062,1811480;91440,2139315" o:connectangles="0,0,0,0,0,0,0,0,0,0,0,0,0"/>
                    </v:shape>
                  </w:pict>
                </mc:Fallback>
              </mc:AlternateContent>
            </w:r>
            <w:r w:rsidR="00746844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column">
                        <wp:posOffset>3869055</wp:posOffset>
                      </wp:positionH>
                      <wp:positionV relativeFrom="paragraph">
                        <wp:posOffset>2400935</wp:posOffset>
                      </wp:positionV>
                      <wp:extent cx="737235" cy="1939290"/>
                      <wp:effectExtent l="7620" t="12065" r="26670" b="0"/>
                      <wp:wrapNone/>
                      <wp:docPr id="51" name="Freeform 2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-2405594">
                                <a:off x="0" y="0"/>
                                <a:ext cx="737235" cy="1939290"/>
                              </a:xfrm>
                              <a:custGeom>
                                <a:avLst/>
                                <a:gdLst>
                                  <a:gd name="T0" fmla="*/ 79 w 967"/>
                                  <a:gd name="T1" fmla="*/ 2543 h 2543"/>
                                  <a:gd name="T2" fmla="*/ 22 w 967"/>
                                  <a:gd name="T3" fmla="*/ 2464 h 2543"/>
                                  <a:gd name="T4" fmla="*/ 48 w 967"/>
                                  <a:gd name="T5" fmla="*/ 2279 h 2543"/>
                                  <a:gd name="T6" fmla="*/ 312 w 967"/>
                                  <a:gd name="T7" fmla="*/ 1686 h 2543"/>
                                  <a:gd name="T8" fmla="*/ 463 w 967"/>
                                  <a:gd name="T9" fmla="*/ 1288 h 2543"/>
                                  <a:gd name="T10" fmla="*/ 588 w 967"/>
                                  <a:gd name="T11" fmla="*/ 724 h 2543"/>
                                  <a:gd name="T12" fmla="*/ 744 w 967"/>
                                  <a:gd name="T13" fmla="*/ 282 h 2543"/>
                                  <a:gd name="T14" fmla="*/ 950 w 967"/>
                                  <a:gd name="T15" fmla="*/ 8 h 2543"/>
                                  <a:gd name="T16" fmla="*/ 847 w 967"/>
                                  <a:gd name="T17" fmla="*/ 330 h 2543"/>
                                  <a:gd name="T18" fmla="*/ 775 w 967"/>
                                  <a:gd name="T19" fmla="*/ 594 h 2543"/>
                                  <a:gd name="T20" fmla="*/ 682 w 967"/>
                                  <a:gd name="T21" fmla="*/ 983 h 2543"/>
                                  <a:gd name="T22" fmla="*/ 564 w 967"/>
                                  <a:gd name="T23" fmla="*/ 1410 h 2543"/>
                                  <a:gd name="T24" fmla="*/ 360 w 967"/>
                                  <a:gd name="T25" fmla="*/ 1861 h 2543"/>
                                  <a:gd name="T26" fmla="*/ 216 w 967"/>
                                  <a:gd name="T27" fmla="*/ 2262 h 25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967" h="2543">
                                    <a:moveTo>
                                      <a:pt x="79" y="2543"/>
                                    </a:moveTo>
                                    <a:cubicBezTo>
                                      <a:pt x="69" y="2530"/>
                                      <a:pt x="27" y="2508"/>
                                      <a:pt x="22" y="2464"/>
                                    </a:cubicBezTo>
                                    <a:cubicBezTo>
                                      <a:pt x="17" y="2420"/>
                                      <a:pt x="0" y="2409"/>
                                      <a:pt x="48" y="2279"/>
                                    </a:cubicBezTo>
                                    <a:cubicBezTo>
                                      <a:pt x="96" y="2149"/>
                                      <a:pt x="243" y="1851"/>
                                      <a:pt x="312" y="1686"/>
                                    </a:cubicBezTo>
                                    <a:cubicBezTo>
                                      <a:pt x="381" y="1521"/>
                                      <a:pt x="417" y="1448"/>
                                      <a:pt x="463" y="1288"/>
                                    </a:cubicBezTo>
                                    <a:cubicBezTo>
                                      <a:pt x="509" y="1128"/>
                                      <a:pt x="541" y="892"/>
                                      <a:pt x="588" y="724"/>
                                    </a:cubicBezTo>
                                    <a:cubicBezTo>
                                      <a:pt x="635" y="556"/>
                                      <a:pt x="684" y="401"/>
                                      <a:pt x="744" y="282"/>
                                    </a:cubicBezTo>
                                    <a:cubicBezTo>
                                      <a:pt x="804" y="163"/>
                                      <a:pt x="933" y="0"/>
                                      <a:pt x="950" y="8"/>
                                    </a:cubicBezTo>
                                    <a:cubicBezTo>
                                      <a:pt x="967" y="16"/>
                                      <a:pt x="876" y="232"/>
                                      <a:pt x="847" y="330"/>
                                    </a:cubicBezTo>
                                    <a:cubicBezTo>
                                      <a:pt x="818" y="428"/>
                                      <a:pt x="802" y="485"/>
                                      <a:pt x="775" y="594"/>
                                    </a:cubicBezTo>
                                    <a:cubicBezTo>
                                      <a:pt x="748" y="703"/>
                                      <a:pt x="717" y="847"/>
                                      <a:pt x="682" y="983"/>
                                    </a:cubicBezTo>
                                    <a:cubicBezTo>
                                      <a:pt x="647" y="1119"/>
                                      <a:pt x="618" y="1264"/>
                                      <a:pt x="564" y="1410"/>
                                    </a:cubicBezTo>
                                    <a:cubicBezTo>
                                      <a:pt x="510" y="1556"/>
                                      <a:pt x="418" y="1719"/>
                                      <a:pt x="360" y="1861"/>
                                    </a:cubicBezTo>
                                    <a:cubicBezTo>
                                      <a:pt x="302" y="2003"/>
                                      <a:pt x="246" y="2179"/>
                                      <a:pt x="216" y="2262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E26293" id="Freeform 234" o:spid="_x0000_s1026" style="position:absolute;margin-left:304.65pt;margin-top:189.05pt;width:58.05pt;height:152.7pt;rotation:-2627550fd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67,2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<v:path arrowok="t" o:connecttype="custom" o:connectlocs="60229,1939290;16773,1879045;36595,1737964;237867,1285742;352988,982228;448288,552122;567221,215053;724274,6101;645748,251658;590855,452984;519953,749635;429990,1075265;274462,1419197;164677,1725000" o:connectangles="0,0,0,0,0,0,0,0,0,0,0,0,0,0"/>
                    </v:shape>
                  </w:pict>
                </mc:Fallback>
              </mc:AlternateContent>
            </w:r>
            <w:r w:rsidR="00746844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column">
                        <wp:posOffset>3373755</wp:posOffset>
                      </wp:positionH>
                      <wp:positionV relativeFrom="paragraph">
                        <wp:posOffset>2014855</wp:posOffset>
                      </wp:positionV>
                      <wp:extent cx="337185" cy="492760"/>
                      <wp:effectExtent l="17145" t="0" r="0" b="52705"/>
                      <wp:wrapNone/>
                      <wp:docPr id="50" name="Freeform 2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-2405594">
                                <a:off x="0" y="0"/>
                                <a:ext cx="337185" cy="492760"/>
                              </a:xfrm>
                              <a:custGeom>
                                <a:avLst/>
                                <a:gdLst>
                                  <a:gd name="T0" fmla="*/ 14 w 442"/>
                                  <a:gd name="T1" fmla="*/ 614 h 646"/>
                                  <a:gd name="T2" fmla="*/ 134 w 442"/>
                                  <a:gd name="T3" fmla="*/ 506 h 646"/>
                                  <a:gd name="T4" fmla="*/ 398 w 442"/>
                                  <a:gd name="T5" fmla="*/ 302 h 646"/>
                                  <a:gd name="T6" fmla="*/ 398 w 442"/>
                                  <a:gd name="T7" fmla="*/ 206 h 646"/>
                                  <a:gd name="T8" fmla="*/ 314 w 442"/>
                                  <a:gd name="T9" fmla="*/ 170 h 646"/>
                                  <a:gd name="T10" fmla="*/ 194 w 442"/>
                                  <a:gd name="T11" fmla="*/ 2 h 646"/>
                                  <a:gd name="T12" fmla="*/ 254 w 442"/>
                                  <a:gd name="T13" fmla="*/ 182 h 646"/>
                                  <a:gd name="T14" fmla="*/ 218 w 442"/>
                                  <a:gd name="T15" fmla="*/ 314 h 646"/>
                                  <a:gd name="T16" fmla="*/ 14 w 442"/>
                                  <a:gd name="T17" fmla="*/ 614 h 64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442" h="646">
                                    <a:moveTo>
                                      <a:pt x="14" y="614"/>
                                    </a:moveTo>
                                    <a:cubicBezTo>
                                      <a:pt x="0" y="646"/>
                                      <a:pt x="70" y="558"/>
                                      <a:pt x="134" y="506"/>
                                    </a:cubicBezTo>
                                    <a:cubicBezTo>
                                      <a:pt x="198" y="454"/>
                                      <a:pt x="354" y="352"/>
                                      <a:pt x="398" y="302"/>
                                    </a:cubicBezTo>
                                    <a:cubicBezTo>
                                      <a:pt x="442" y="252"/>
                                      <a:pt x="412" y="228"/>
                                      <a:pt x="398" y="206"/>
                                    </a:cubicBezTo>
                                    <a:cubicBezTo>
                                      <a:pt x="384" y="184"/>
                                      <a:pt x="348" y="204"/>
                                      <a:pt x="314" y="170"/>
                                    </a:cubicBezTo>
                                    <a:cubicBezTo>
                                      <a:pt x="280" y="136"/>
                                      <a:pt x="204" y="0"/>
                                      <a:pt x="194" y="2"/>
                                    </a:cubicBezTo>
                                    <a:cubicBezTo>
                                      <a:pt x="184" y="4"/>
                                      <a:pt x="250" y="130"/>
                                      <a:pt x="254" y="182"/>
                                    </a:cubicBezTo>
                                    <a:cubicBezTo>
                                      <a:pt x="258" y="234"/>
                                      <a:pt x="256" y="242"/>
                                      <a:pt x="218" y="314"/>
                                    </a:cubicBezTo>
                                    <a:cubicBezTo>
                                      <a:pt x="180" y="386"/>
                                      <a:pt x="28" y="582"/>
                                      <a:pt x="14" y="61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F4D853" id="Freeform 233" o:spid="_x0000_s1026" style="position:absolute;margin-left:265.65pt;margin-top:158.65pt;width:26.55pt;height:38.8pt;rotation:-2627550fd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42,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" path="m14,614c,646,70,558,134,506,198,454,354,352,398,302v44,-50,14,-74,,-96c384,184,348,204,314,170,280,136,204,,194,2v-10,2,56,128,60,180c258,234,256,242,218,314,180,386,28,582,14,614xe" fillcolor="#ddd" stroked="f">
                      <v:path arrowok="t" o:connecttype="custom" o:connectlocs="10680,468351;102224,385970;303619,230361;303619,157134;239539,129674;147995,1526;193767,138827;166304,239515;10680,468351" o:connectangles="0,0,0,0,0,0,0,0,0"/>
                    </v:shape>
                  </w:pict>
                </mc:Fallback>
              </mc:AlternateContent>
            </w:r>
            <w:r w:rsidR="00746844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>
                      <wp:simplePos x="0" y="0"/>
                      <wp:positionH relativeFrom="column">
                        <wp:posOffset>1214120</wp:posOffset>
                      </wp:positionH>
                      <wp:positionV relativeFrom="paragraph">
                        <wp:posOffset>1431290</wp:posOffset>
                      </wp:positionV>
                      <wp:extent cx="641350" cy="587375"/>
                      <wp:effectExtent l="124460" t="0" r="129540" b="0"/>
                      <wp:wrapNone/>
                      <wp:docPr id="49" name="Freeform 2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-2405594">
                                <a:off x="0" y="0"/>
                                <a:ext cx="641350" cy="587375"/>
                              </a:xfrm>
                              <a:custGeom>
                                <a:avLst/>
                                <a:gdLst>
                                  <a:gd name="T0" fmla="*/ 0 w 408"/>
                                  <a:gd name="T1" fmla="*/ 0 h 384"/>
                                  <a:gd name="T2" fmla="*/ 120 w 408"/>
                                  <a:gd name="T3" fmla="*/ 204 h 384"/>
                                  <a:gd name="T4" fmla="*/ 408 w 408"/>
                                  <a:gd name="T5" fmla="*/ 384 h 3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08" h="384">
                                    <a:moveTo>
                                      <a:pt x="0" y="0"/>
                                    </a:moveTo>
                                    <a:cubicBezTo>
                                      <a:pt x="26" y="70"/>
                                      <a:pt x="52" y="140"/>
                                      <a:pt x="120" y="204"/>
                                    </a:cubicBezTo>
                                    <a:cubicBezTo>
                                      <a:pt x="188" y="268"/>
                                      <a:pt x="298" y="326"/>
                                      <a:pt x="408" y="384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DC8146" id="Freeform 232" o:spid="_x0000_s1026" style="position:absolute;margin-left:95.6pt;margin-top:112.7pt;width:50.5pt;height:46.25pt;rotation:-2627550fd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08,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" path="m,c26,70,52,140,120,204v68,64,178,122,288,180e" filled="f" strokecolor="gray" strokeweight="1pt">
                      <v:path arrowok="t" o:connecttype="custom" o:connectlocs="0,0;188632,312043;641350,587375" o:connectangles="0,0,0"/>
                    </v:shape>
                  </w:pict>
                </mc:Fallback>
              </mc:AlternateContent>
            </w:r>
            <w:r w:rsidR="00746844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4553585</wp:posOffset>
                      </wp:positionH>
                      <wp:positionV relativeFrom="paragraph">
                        <wp:posOffset>4097020</wp:posOffset>
                      </wp:positionV>
                      <wp:extent cx="102235" cy="194945"/>
                      <wp:effectExtent l="25400" t="12700" r="5715" b="0"/>
                      <wp:wrapNone/>
                      <wp:docPr id="48" name="Freeform 2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-2405594">
                                <a:off x="0" y="0"/>
                                <a:ext cx="102235" cy="194945"/>
                              </a:xfrm>
                              <a:custGeom>
                                <a:avLst/>
                                <a:gdLst>
                                  <a:gd name="T0" fmla="*/ 128 w 134"/>
                                  <a:gd name="T1" fmla="*/ 6 h 256"/>
                                  <a:gd name="T2" fmla="*/ 56 w 134"/>
                                  <a:gd name="T3" fmla="*/ 84 h 256"/>
                                  <a:gd name="T4" fmla="*/ 56 w 134"/>
                                  <a:gd name="T5" fmla="*/ 234 h 256"/>
                                  <a:gd name="T6" fmla="*/ 20 w 134"/>
                                  <a:gd name="T7" fmla="*/ 216 h 256"/>
                                  <a:gd name="T8" fmla="*/ 2 w 134"/>
                                  <a:gd name="T9" fmla="*/ 144 h 256"/>
                                  <a:gd name="T10" fmla="*/ 20 w 134"/>
                                  <a:gd name="T11" fmla="*/ 48 h 256"/>
                                  <a:gd name="T12" fmla="*/ 128 w 134"/>
                                  <a:gd name="T13" fmla="*/ 6 h 25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34" h="256">
                                    <a:moveTo>
                                      <a:pt x="128" y="6"/>
                                    </a:moveTo>
                                    <a:cubicBezTo>
                                      <a:pt x="134" y="12"/>
                                      <a:pt x="68" y="46"/>
                                      <a:pt x="56" y="84"/>
                                    </a:cubicBezTo>
                                    <a:cubicBezTo>
                                      <a:pt x="44" y="122"/>
                                      <a:pt x="62" y="212"/>
                                      <a:pt x="56" y="234"/>
                                    </a:cubicBezTo>
                                    <a:cubicBezTo>
                                      <a:pt x="50" y="256"/>
                                      <a:pt x="29" y="231"/>
                                      <a:pt x="20" y="216"/>
                                    </a:cubicBezTo>
                                    <a:cubicBezTo>
                                      <a:pt x="11" y="201"/>
                                      <a:pt x="2" y="172"/>
                                      <a:pt x="2" y="144"/>
                                    </a:cubicBezTo>
                                    <a:cubicBezTo>
                                      <a:pt x="2" y="116"/>
                                      <a:pt x="0" y="71"/>
                                      <a:pt x="20" y="48"/>
                                    </a:cubicBezTo>
                                    <a:cubicBezTo>
                                      <a:pt x="40" y="25"/>
                                      <a:pt x="122" y="0"/>
                                      <a:pt x="128" y="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E40912" id="Freeform 231" o:spid="_x0000_s1026" style="position:absolute;margin-left:358.55pt;margin-top:322.6pt;width:8.05pt;height:15.35pt;rotation:-2627550fd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4,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" path="m128,6v6,6,-60,40,-72,78c44,122,62,212,56,234,50,256,29,231,20,216,11,201,2,172,2,144,2,116,,71,20,48,40,25,122,,128,6xe" fillcolor="#ddd" stroked="f">
                      <v:path arrowok="t" o:connecttype="custom" o:connectlocs="97657,4569;42725,63966;42725,178192;15259,164485;1526,109657;15259,36552;97657,4569" o:connectangles="0,0,0,0,0,0,0"/>
                    </v:shape>
                  </w:pict>
                </mc:Fallback>
              </mc:AlternateContent>
            </w:r>
            <w:r w:rsidR="00746844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120650</wp:posOffset>
                      </wp:positionH>
                      <wp:positionV relativeFrom="paragraph">
                        <wp:posOffset>814705</wp:posOffset>
                      </wp:positionV>
                      <wp:extent cx="477520" cy="70485"/>
                      <wp:effectExtent l="12065" t="6985" r="5715" b="8255"/>
                      <wp:wrapNone/>
                      <wp:docPr id="47" name="AutoShape 4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7520" cy="70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06FB8E" id="AutoShape 466" o:spid="_x0000_s1026" type="#_x0000_t32" style="position:absolute;margin-left:9.5pt;margin-top:64.15pt;width:37.6pt;height:5.5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"/>
                  </w:pict>
                </mc:Fallback>
              </mc:AlternateContent>
            </w:r>
            <w:r w:rsidR="00746844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960755</wp:posOffset>
                      </wp:positionV>
                      <wp:extent cx="477520" cy="70485"/>
                      <wp:effectExtent l="12065" t="10160" r="5715" b="5080"/>
                      <wp:wrapNone/>
                      <wp:docPr id="46" name="AutoShape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7520" cy="70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677200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64" o:spid="_x0000_s1026" type="#_x0000_t32" style="position:absolute;margin-left:5pt;margin-top:75.65pt;width:37.6pt;height:5.5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"/>
                  </w:pict>
                </mc:Fallback>
              </mc:AlternateContent>
            </w:r>
            <w:r w:rsidR="00746844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389255</wp:posOffset>
                      </wp:positionH>
                      <wp:positionV relativeFrom="paragraph">
                        <wp:posOffset>584200</wp:posOffset>
                      </wp:positionV>
                      <wp:extent cx="78105" cy="217170"/>
                      <wp:effectExtent l="13970" t="33655" r="22225" b="44450"/>
                      <wp:wrapNone/>
                      <wp:docPr id="42" name="Freeform 4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8105" cy="217170"/>
                              </a:xfrm>
                              <a:custGeom>
                                <a:avLst/>
                                <a:gdLst>
                                  <a:gd name="T0" fmla="*/ 123 w 123"/>
                                  <a:gd name="T1" fmla="*/ 0 h 342"/>
                                  <a:gd name="T2" fmla="*/ 41 w 123"/>
                                  <a:gd name="T3" fmla="*/ 89 h 342"/>
                                  <a:gd name="T4" fmla="*/ 0 w 123"/>
                                  <a:gd name="T5" fmla="*/ 157 h 342"/>
                                  <a:gd name="T6" fmla="*/ 34 w 123"/>
                                  <a:gd name="T7" fmla="*/ 342 h 342"/>
                                  <a:gd name="T8" fmla="*/ 55 w 123"/>
                                  <a:gd name="T9" fmla="*/ 150 h 342"/>
                                  <a:gd name="T10" fmla="*/ 123 w 123"/>
                                  <a:gd name="T11" fmla="*/ 0 h 3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23" h="342">
                                    <a:moveTo>
                                      <a:pt x="123" y="0"/>
                                    </a:moveTo>
                                    <a:lnTo>
                                      <a:pt x="41" y="89"/>
                                    </a:lnTo>
                                    <a:lnTo>
                                      <a:pt x="0" y="157"/>
                                    </a:lnTo>
                                    <a:lnTo>
                                      <a:pt x="34" y="342"/>
                                    </a:lnTo>
                                    <a:lnTo>
                                      <a:pt x="55" y="150"/>
                                    </a:lnTo>
                                    <a:lnTo>
                                      <a:pt x="12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456604" id="Freeform 460" o:spid="_x0000_s1026" style="position:absolute;margin-left:30.65pt;margin-top:46pt;width:6.15pt;height:17.1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,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" path="m123,l41,89,,157,34,342,55,150,123,xe" fillcolor="silver">
                      <v:path arrowok="t" o:connecttype="custom" o:connectlocs="78105,0;26035,56515;0,99695;21590,217170;34925,95250;78105,0" o:connectangles="0,0,0,0,0,0"/>
                    </v:shape>
                  </w:pict>
                </mc:Fallback>
              </mc:AlternateContent>
            </w:r>
            <w:r w:rsidR="00746844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272415</wp:posOffset>
                      </wp:positionH>
                      <wp:positionV relativeFrom="paragraph">
                        <wp:posOffset>445770</wp:posOffset>
                      </wp:positionV>
                      <wp:extent cx="99695" cy="294640"/>
                      <wp:effectExtent l="20955" t="9525" r="12700" b="19685"/>
                      <wp:wrapNone/>
                      <wp:docPr id="41" name="Freeform 4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9695" cy="294640"/>
                              </a:xfrm>
                              <a:custGeom>
                                <a:avLst/>
                                <a:gdLst>
                                  <a:gd name="T0" fmla="*/ 68 w 157"/>
                                  <a:gd name="T1" fmla="*/ 0 h 464"/>
                                  <a:gd name="T2" fmla="*/ 157 w 157"/>
                                  <a:gd name="T3" fmla="*/ 239 h 464"/>
                                  <a:gd name="T4" fmla="*/ 123 w 157"/>
                                  <a:gd name="T5" fmla="*/ 416 h 464"/>
                                  <a:gd name="T6" fmla="*/ 0 w 157"/>
                                  <a:gd name="T7" fmla="*/ 464 h 464"/>
                                  <a:gd name="T8" fmla="*/ 82 w 157"/>
                                  <a:gd name="T9" fmla="*/ 136 h 464"/>
                                  <a:gd name="T10" fmla="*/ 82 w 157"/>
                                  <a:gd name="T11" fmla="*/ 55 h 4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57" h="464">
                                    <a:moveTo>
                                      <a:pt x="68" y="0"/>
                                    </a:moveTo>
                                    <a:lnTo>
                                      <a:pt x="157" y="239"/>
                                    </a:lnTo>
                                    <a:lnTo>
                                      <a:pt x="123" y="416"/>
                                    </a:lnTo>
                                    <a:lnTo>
                                      <a:pt x="0" y="464"/>
                                    </a:lnTo>
                                    <a:lnTo>
                                      <a:pt x="82" y="136"/>
                                    </a:lnTo>
                                    <a:lnTo>
                                      <a:pt x="82" y="55"/>
                                    </a:lnTo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5E18DAC6" id="Freeform 459" o:spid="_x0000_s1026" style="position:absolute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4.85pt,35.1pt,29.3pt,47.05pt,27.6pt,55.9pt,21.45pt,58.3pt,25.55pt,41.9pt,25.55pt,37.85pt" coordsize="157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" fillcolor="silver">
                      <v:path arrowok="t" o:connecttype="custom" o:connectlocs="43180,0;99695,151765;78105,264160;0,294640;52070,86360;52070,34925" o:connectangles="0,0,0,0,0,0"/>
                    </v:polyline>
                  </w:pict>
                </mc:Fallback>
              </mc:AlternateContent>
            </w:r>
            <w:r w:rsidR="00746844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3870960</wp:posOffset>
                      </wp:positionH>
                      <wp:positionV relativeFrom="paragraph">
                        <wp:posOffset>3554730</wp:posOffset>
                      </wp:positionV>
                      <wp:extent cx="400050" cy="0"/>
                      <wp:effectExtent l="9525" t="13335" r="9525" b="5715"/>
                      <wp:wrapNone/>
                      <wp:docPr id="40" name="Line 4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00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01BEFA" id="Line 458" o:spid="_x0000_s1026" style="position:absolute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4.8pt,279.9pt" to="336.3pt,27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RTdEwIAACo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"/>
                  </w:pict>
                </mc:Fallback>
              </mc:AlternateContent>
            </w:r>
            <w:r w:rsidR="00746844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3581400</wp:posOffset>
                      </wp:positionH>
                      <wp:positionV relativeFrom="paragraph">
                        <wp:posOffset>3489325</wp:posOffset>
                      </wp:positionV>
                      <wp:extent cx="306070" cy="152400"/>
                      <wp:effectExtent l="5715" t="5080" r="2540" b="4445"/>
                      <wp:wrapNone/>
                      <wp:docPr id="39" name="Text Box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746844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B75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6" o:spid="_x0000_s1027" type="#_x0000_t202" style="position:absolute;left:0;text-align:left;margin-left:282pt;margin-top:274.75pt;width:24.1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746844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B75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46844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3728085</wp:posOffset>
                      </wp:positionH>
                      <wp:positionV relativeFrom="paragraph">
                        <wp:posOffset>3268980</wp:posOffset>
                      </wp:positionV>
                      <wp:extent cx="590550" cy="0"/>
                      <wp:effectExtent l="9525" t="13335" r="9525" b="5715"/>
                      <wp:wrapNone/>
                      <wp:docPr id="38" name="Line 4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05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681827" id="Line 457" o:spid="_x0000_s1026" style="position:absolute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3.55pt,257.4pt" to="340.05pt,25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"/>
                  </w:pict>
                </mc:Fallback>
              </mc:AlternateContent>
            </w:r>
            <w:r w:rsidR="00746844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3444240</wp:posOffset>
                      </wp:positionH>
                      <wp:positionV relativeFrom="paragraph">
                        <wp:posOffset>3213735</wp:posOffset>
                      </wp:positionV>
                      <wp:extent cx="306070" cy="152400"/>
                      <wp:effectExtent l="1905" t="5715" r="6350" b="3810"/>
                      <wp:wrapNone/>
                      <wp:docPr id="37" name="Text Box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746844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T65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5" o:spid="_x0000_s1028" type="#_x0000_t202" style="position:absolute;left:0;text-align:left;margin-left:271.2pt;margin-top:253.05pt;width:24.1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746844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T65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46844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4415790</wp:posOffset>
                      </wp:positionH>
                      <wp:positionV relativeFrom="paragraph">
                        <wp:posOffset>2952750</wp:posOffset>
                      </wp:positionV>
                      <wp:extent cx="219075" cy="0"/>
                      <wp:effectExtent l="11430" t="11430" r="7620" b="7620"/>
                      <wp:wrapNone/>
                      <wp:docPr id="36" name="Line 4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0D6D1B" id="Line 456" o:spid="_x0000_s1026" style="position:absolute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7.7pt,232.5pt" to="364.95pt,2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WyhFQ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"/>
                  </w:pict>
                </mc:Fallback>
              </mc:AlternateContent>
            </w:r>
            <w:r w:rsidR="00746844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4640580</wp:posOffset>
                      </wp:positionH>
                      <wp:positionV relativeFrom="paragraph">
                        <wp:posOffset>2880995</wp:posOffset>
                      </wp:positionV>
                      <wp:extent cx="306070" cy="152400"/>
                      <wp:effectExtent l="7620" t="6350" r="635" b="3175"/>
                      <wp:wrapNone/>
                      <wp:docPr id="35" name="Text Box 2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746844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T74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4" o:spid="_x0000_s1029" type="#_x0000_t202" style="position:absolute;left:0;text-align:left;margin-left:365.4pt;margin-top:226.85pt;width:24.1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746844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T74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46844" w:rsidRPr="006015A1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584200</wp:posOffset>
                      </wp:positionV>
                      <wp:extent cx="306070" cy="152400"/>
                      <wp:effectExtent l="1905" t="5080" r="6350" b="4445"/>
                      <wp:wrapNone/>
                      <wp:docPr id="34" name="Text Box 4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6E3B" w:rsidRPr="004E4B01" w:rsidRDefault="00746844" w:rsidP="00016E3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M422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4" o:spid="_x0000_s1031" type="#_x0000_t202" style="position:absolute;left:0;text-align:left;margin-left:-4.8pt;margin-top:46pt;width:24.1pt;height:1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16E3B" w:rsidRPr="004E4B01" w:rsidRDefault="00746844" w:rsidP="00016E3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M422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46844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3930650</wp:posOffset>
                      </wp:positionH>
                      <wp:positionV relativeFrom="paragraph">
                        <wp:posOffset>2015490</wp:posOffset>
                      </wp:positionV>
                      <wp:extent cx="306070" cy="152400"/>
                      <wp:effectExtent l="2540" t="7620" r="5715" b="1905"/>
                      <wp:wrapNone/>
                      <wp:docPr id="32" name="Text Box 4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647F" w:rsidRPr="004E4B01" w:rsidRDefault="00746844" w:rsidP="00F8647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B82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0" o:spid="_x0000_s1032" type="#_x0000_t202" style="position:absolute;left:0;text-align:left;margin-left:309.5pt;margin-top:158.7pt;width:24.1pt;height:1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8647F" w:rsidRPr="004E4B01" w:rsidRDefault="00746844" w:rsidP="00F8647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B82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46844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3383280</wp:posOffset>
                      </wp:positionH>
                      <wp:positionV relativeFrom="paragraph">
                        <wp:posOffset>1494790</wp:posOffset>
                      </wp:positionV>
                      <wp:extent cx="306070" cy="152400"/>
                      <wp:effectExtent l="7620" t="1270" r="635" b="8255"/>
                      <wp:wrapNone/>
                      <wp:docPr id="31" name="Text Box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746844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B79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3" o:spid="_x0000_s1033" type="#_x0000_t202" style="position:absolute;left:0;text-align:left;margin-left:266.4pt;margin-top:117.7pt;width:24.1pt;height:1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v8VoQIAAFM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746844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B79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46844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3673475</wp:posOffset>
                      </wp:positionH>
                      <wp:positionV relativeFrom="paragraph">
                        <wp:posOffset>1748790</wp:posOffset>
                      </wp:positionV>
                      <wp:extent cx="306070" cy="152400"/>
                      <wp:effectExtent l="2540" t="7620" r="5715" b="1905"/>
                      <wp:wrapNone/>
                      <wp:docPr id="30" name="Text Box 4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647F" w:rsidRPr="004E4B01" w:rsidRDefault="00746844" w:rsidP="00F8647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B64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8" o:spid="_x0000_s1034" type="#_x0000_t202" style="position:absolute;left:0;text-align:left;margin-left:289.25pt;margin-top:137.7pt;width:24.1pt;height:1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8647F" w:rsidRPr="004E4B01" w:rsidRDefault="00746844" w:rsidP="00F8647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B64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46844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3034665</wp:posOffset>
                      </wp:positionH>
                      <wp:positionV relativeFrom="paragraph">
                        <wp:posOffset>1241425</wp:posOffset>
                      </wp:positionV>
                      <wp:extent cx="306070" cy="152400"/>
                      <wp:effectExtent l="1905" t="5080" r="6350" b="4445"/>
                      <wp:wrapNone/>
                      <wp:docPr id="29" name="Text Box 2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746844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B75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2" o:spid="_x0000_s1035" type="#_x0000_t202" style="position:absolute;left:0;text-align:left;margin-left:238.95pt;margin-top:97.75pt;width:24.1pt;height:1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746844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B75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46844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2696210</wp:posOffset>
                      </wp:positionH>
                      <wp:positionV relativeFrom="paragraph">
                        <wp:posOffset>1085850</wp:posOffset>
                      </wp:positionV>
                      <wp:extent cx="306070" cy="152400"/>
                      <wp:effectExtent l="6350" t="1905" r="1905" b="7620"/>
                      <wp:wrapNone/>
                      <wp:docPr id="28" name="Text Box 4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647F" w:rsidRPr="004E4B01" w:rsidRDefault="00746844" w:rsidP="00F8647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B106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7" o:spid="_x0000_s1036" type="#_x0000_t202" style="position:absolute;left:0;text-align:left;margin-left:212.3pt;margin-top:85.5pt;width:24.1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8647F" w:rsidRPr="004E4B01" w:rsidRDefault="00746844" w:rsidP="00F8647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B106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46844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2392680</wp:posOffset>
                      </wp:positionH>
                      <wp:positionV relativeFrom="paragraph">
                        <wp:posOffset>916940</wp:posOffset>
                      </wp:positionV>
                      <wp:extent cx="306070" cy="152400"/>
                      <wp:effectExtent l="7620" t="4445" r="635" b="5080"/>
                      <wp:wrapNone/>
                      <wp:docPr id="27" name="Text Box 2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746844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B100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1" o:spid="_x0000_s1037" type="#_x0000_t202" style="position:absolute;left:0;text-align:left;margin-left:188.4pt;margin-top:72.2pt;width:24.1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746844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46844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2019300</wp:posOffset>
                      </wp:positionH>
                      <wp:positionV relativeFrom="paragraph">
                        <wp:posOffset>782320</wp:posOffset>
                      </wp:positionV>
                      <wp:extent cx="306070" cy="152400"/>
                      <wp:effectExtent l="5715" t="3175" r="2540" b="6350"/>
                      <wp:wrapNone/>
                      <wp:docPr id="26" name="Text Box 2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746844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B122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0" o:spid="_x0000_s1038" type="#_x0000_t202" style="position:absolute;left:0;text-align:left;margin-left:159pt;margin-top:61.6pt;width:24.1pt;height:1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746844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46844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1590675</wp:posOffset>
                      </wp:positionH>
                      <wp:positionV relativeFrom="paragraph">
                        <wp:posOffset>626110</wp:posOffset>
                      </wp:positionV>
                      <wp:extent cx="306070" cy="152400"/>
                      <wp:effectExtent l="5715" t="8890" r="2540" b="635"/>
                      <wp:wrapNone/>
                      <wp:docPr id="25" name="Text Box 2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746844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B182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8" o:spid="_x0000_s1039" type="#_x0000_t202" style="position:absolute;left:0;text-align:left;margin-left:125.25pt;margin-top:49.3pt;width:24.1pt;height:1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746844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B182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46844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320675</wp:posOffset>
                      </wp:positionV>
                      <wp:extent cx="306070" cy="152400"/>
                      <wp:effectExtent l="5715" t="8255" r="2540" b="1270"/>
                      <wp:wrapNone/>
                      <wp:docPr id="24" name="Text Box 2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746844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T179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6" o:spid="_x0000_s1040" type="#_x0000_t202" style="position:absolute;left:0;text-align:left;margin-left:57.75pt;margin-top:25.25pt;width:24.1pt;height:1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746844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T179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46844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1794510</wp:posOffset>
                      </wp:positionH>
                      <wp:positionV relativeFrom="paragraph">
                        <wp:posOffset>1338580</wp:posOffset>
                      </wp:positionV>
                      <wp:extent cx="477520" cy="152400"/>
                      <wp:effectExtent l="0" t="6985" r="8255" b="2540"/>
                      <wp:wrapNone/>
                      <wp:docPr id="23" name="Text Box 4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752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0C04" w:rsidRPr="004E4B01" w:rsidRDefault="00746844" w:rsidP="004B0C0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Patent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3" o:spid="_x0000_s1041" type="#_x0000_t202" style="position:absolute;left:0;text-align:left;margin-left:141.3pt;margin-top:105.4pt;width:37.6pt;height:1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4B0C04" w:rsidRPr="004E4B01" w:rsidRDefault="00746844" w:rsidP="004B0C0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Patent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46844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43180</wp:posOffset>
                      </wp:positionV>
                      <wp:extent cx="306070" cy="152400"/>
                      <wp:effectExtent l="0" t="6985" r="8255" b="2540"/>
                      <wp:wrapNone/>
                      <wp:docPr id="22" name="Text Box 2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746844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B60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5" o:spid="_x0000_s1042" type="#_x0000_t202" style="position:absolute;left:0;text-align:left;margin-left:37.05pt;margin-top:3.4pt;width:24.1pt;height:1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746844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B60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46844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3204210</wp:posOffset>
                      </wp:positionH>
                      <wp:positionV relativeFrom="paragraph">
                        <wp:posOffset>4215765</wp:posOffset>
                      </wp:positionV>
                      <wp:extent cx="1584960" cy="716280"/>
                      <wp:effectExtent l="0" t="0" r="0" b="0"/>
                      <wp:wrapNone/>
                      <wp:docPr id="21" name="Text Box 3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716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647F" w:rsidRDefault="00F8647F" w:rsidP="00F8647F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T……...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Triphasic</w:t>
                                  </w:r>
                                  <w:proofErr w:type="spellEnd"/>
                                </w:p>
                                <w:p w:rsidR="00F8647F" w:rsidRDefault="00F8647F" w:rsidP="00F8647F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B……....Biphasic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br/>
                                    <w:t>M….Monophasic</w:t>
                                  </w:r>
                                </w:p>
                                <w:p w:rsidR="00F8647F" w:rsidRDefault="00F8647F" w:rsidP="00F8647F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O…..…Occluded</w:t>
                                  </w:r>
                                </w:p>
                                <w:p w:rsidR="00F8647F" w:rsidRPr="00C2328A" w:rsidRDefault="00F8647F" w:rsidP="00F8647F">
                                  <w:pPr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  <w:p w:rsidR="00E21820" w:rsidRPr="00F8647F" w:rsidRDefault="00E21820" w:rsidP="00F8647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8" o:spid="_x0000_s1043" type="#_x0000_t202" style="position:absolute;left:0;text-align:left;margin-left:252.3pt;margin-top:331.95pt;width:124.8pt;height:56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aTd0AIAAOg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" filled="f" stroked="f" strokecolor="gray" strokeweight=".25pt">
                      <v:stroke dashstyle="1 1" endcap="round"/>
                      <v:textbox>
                        <w:txbxContent>
                          <w:p w:rsidR="00F8647F" w:rsidRDefault="00F8647F" w:rsidP="00F8647F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T……...Triphasic</w:t>
                            </w:r>
                          </w:p>
                          <w:p w:rsidR="00F8647F" w:rsidRDefault="00F8647F" w:rsidP="00F8647F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B……....Biphasic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br/>
                              <w:t>M….Monophasic</w:t>
                            </w:r>
                          </w:p>
                          <w:p w:rsidR="00F8647F" w:rsidRDefault="00F8647F" w:rsidP="00F8647F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O…..…Occluded</w:t>
                            </w:r>
                          </w:p>
                          <w:p w:rsidR="00F8647F" w:rsidRPr="00C2328A" w:rsidRDefault="00F8647F" w:rsidP="00F8647F">
                            <w:pPr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  <w:p w:rsidR="00E21820" w:rsidRPr="00F8647F" w:rsidRDefault="00E21820" w:rsidP="00F8647F"/>
                        </w:txbxContent>
                      </v:textbox>
                    </v:shape>
                  </w:pict>
                </mc:Fallback>
              </mc:AlternateContent>
            </w:r>
            <w:r w:rsidR="00746844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317500</wp:posOffset>
                      </wp:positionH>
                      <wp:positionV relativeFrom="paragraph">
                        <wp:posOffset>3834765</wp:posOffset>
                      </wp:positionV>
                      <wp:extent cx="787400" cy="734060"/>
                      <wp:effectExtent l="8890" t="7620" r="13335" b="10795"/>
                      <wp:wrapNone/>
                      <wp:docPr id="10" name="Group 3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87400" cy="734060"/>
                                <a:chOff x="1856" y="8849"/>
                                <a:chExt cx="6496" cy="6057"/>
                              </a:xfrm>
                            </wpg:grpSpPr>
                            <wpg:grpSp>
                              <wpg:cNvPr id="80" name="Group 33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856" y="8849"/>
                                  <a:ext cx="6496" cy="6057"/>
                                  <a:chOff x="1844" y="1564"/>
                                  <a:chExt cx="6496" cy="6057"/>
                                </a:xfrm>
                              </wpg:grpSpPr>
                              <wps:wsp>
                                <wps:cNvPr id="81" name="Freeform 33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844" y="2478"/>
                                    <a:ext cx="6496" cy="5143"/>
                                  </a:xfrm>
                                  <a:custGeom>
                                    <a:avLst/>
                                    <a:gdLst>
                                      <a:gd name="T0" fmla="*/ 2326 w 6496"/>
                                      <a:gd name="T1" fmla="*/ 87 h 5143"/>
                                      <a:gd name="T2" fmla="*/ 1681 w 6496"/>
                                      <a:gd name="T3" fmla="*/ 215 h 5143"/>
                                      <a:gd name="T4" fmla="*/ 931 w 6496"/>
                                      <a:gd name="T5" fmla="*/ 162 h 5143"/>
                                      <a:gd name="T6" fmla="*/ 399 w 6496"/>
                                      <a:gd name="T7" fmla="*/ 50 h 5143"/>
                                      <a:gd name="T8" fmla="*/ 166 w 6496"/>
                                      <a:gd name="T9" fmla="*/ 72 h 5143"/>
                                      <a:gd name="T10" fmla="*/ 54 w 6496"/>
                                      <a:gd name="T11" fmla="*/ 132 h 5143"/>
                                      <a:gd name="T12" fmla="*/ 163 w 6496"/>
                                      <a:gd name="T13" fmla="*/ 210 h 5143"/>
                                      <a:gd name="T14" fmla="*/ 16 w 6496"/>
                                      <a:gd name="T15" fmla="*/ 260 h 5143"/>
                                      <a:gd name="T16" fmla="*/ 220 w 6496"/>
                                      <a:gd name="T17" fmla="*/ 291 h 5143"/>
                                      <a:gd name="T18" fmla="*/ 324 w 6496"/>
                                      <a:gd name="T19" fmla="*/ 357 h 5143"/>
                                      <a:gd name="T20" fmla="*/ 946 w 6496"/>
                                      <a:gd name="T21" fmla="*/ 402 h 5143"/>
                                      <a:gd name="T22" fmla="*/ 1621 w 6496"/>
                                      <a:gd name="T23" fmla="*/ 447 h 5143"/>
                                      <a:gd name="T24" fmla="*/ 2461 w 6496"/>
                                      <a:gd name="T25" fmla="*/ 507 h 5143"/>
                                      <a:gd name="T26" fmla="*/ 2664 w 6496"/>
                                      <a:gd name="T27" fmla="*/ 1070 h 5143"/>
                                      <a:gd name="T28" fmla="*/ 2544 w 6496"/>
                                      <a:gd name="T29" fmla="*/ 2037 h 5143"/>
                                      <a:gd name="T30" fmla="*/ 2034 w 6496"/>
                                      <a:gd name="T31" fmla="*/ 3207 h 5143"/>
                                      <a:gd name="T32" fmla="*/ 1165 w 6496"/>
                                      <a:gd name="T33" fmla="*/ 4767 h 5143"/>
                                      <a:gd name="T34" fmla="*/ 1234 w 6496"/>
                                      <a:gd name="T35" fmla="*/ 4818 h 5143"/>
                                      <a:gd name="T36" fmla="*/ 1288 w 6496"/>
                                      <a:gd name="T37" fmla="*/ 4848 h 5143"/>
                                      <a:gd name="T38" fmla="*/ 1345 w 6496"/>
                                      <a:gd name="T39" fmla="*/ 4881 h 5143"/>
                                      <a:gd name="T40" fmla="*/ 1405 w 6496"/>
                                      <a:gd name="T41" fmla="*/ 4926 h 5143"/>
                                      <a:gd name="T42" fmla="*/ 1554 w 6496"/>
                                      <a:gd name="T43" fmla="*/ 4940 h 5143"/>
                                      <a:gd name="T44" fmla="*/ 1629 w 6496"/>
                                      <a:gd name="T45" fmla="*/ 4572 h 5143"/>
                                      <a:gd name="T46" fmla="*/ 2116 w 6496"/>
                                      <a:gd name="T47" fmla="*/ 3732 h 5143"/>
                                      <a:gd name="T48" fmla="*/ 2581 w 6496"/>
                                      <a:gd name="T49" fmla="*/ 3090 h 5143"/>
                                      <a:gd name="T50" fmla="*/ 3226 w 6496"/>
                                      <a:gd name="T51" fmla="*/ 2345 h 5143"/>
                                      <a:gd name="T52" fmla="*/ 3730 w 6496"/>
                                      <a:gd name="T53" fmla="*/ 3141 h 5143"/>
                                      <a:gd name="T54" fmla="*/ 4279 w 6496"/>
                                      <a:gd name="T55" fmla="*/ 4299 h 5143"/>
                                      <a:gd name="T56" fmla="*/ 4738 w 6496"/>
                                      <a:gd name="T57" fmla="*/ 5082 h 5143"/>
                                      <a:gd name="T58" fmla="*/ 4987 w 6496"/>
                                      <a:gd name="T59" fmla="*/ 5022 h 5143"/>
                                      <a:gd name="T60" fmla="*/ 5350 w 6496"/>
                                      <a:gd name="T61" fmla="*/ 4839 h 5143"/>
                                      <a:gd name="T62" fmla="*/ 5377 w 6496"/>
                                      <a:gd name="T63" fmla="*/ 4740 h 5143"/>
                                      <a:gd name="T64" fmla="*/ 5023 w 6496"/>
                                      <a:gd name="T65" fmla="*/ 4767 h 5143"/>
                                      <a:gd name="T66" fmla="*/ 4384 w 6496"/>
                                      <a:gd name="T67" fmla="*/ 3627 h 5143"/>
                                      <a:gd name="T68" fmla="*/ 4156 w 6496"/>
                                      <a:gd name="T69" fmla="*/ 2817 h 5143"/>
                                      <a:gd name="T70" fmla="*/ 3751 w 6496"/>
                                      <a:gd name="T71" fmla="*/ 1446 h 5143"/>
                                      <a:gd name="T72" fmla="*/ 4136 w 6496"/>
                                      <a:gd name="T73" fmla="*/ 482 h 5143"/>
                                      <a:gd name="T74" fmla="*/ 5542 w 6496"/>
                                      <a:gd name="T75" fmla="*/ 423 h 5143"/>
                                      <a:gd name="T76" fmla="*/ 6259 w 6496"/>
                                      <a:gd name="T77" fmla="*/ 384 h 5143"/>
                                      <a:gd name="T78" fmla="*/ 6187 w 6496"/>
                                      <a:gd name="T79" fmla="*/ 303 h 5143"/>
                                      <a:gd name="T80" fmla="*/ 6388 w 6496"/>
                                      <a:gd name="T81" fmla="*/ 225 h 5143"/>
                                      <a:gd name="T82" fmla="*/ 6466 w 6496"/>
                                      <a:gd name="T83" fmla="*/ 183 h 5143"/>
                                      <a:gd name="T84" fmla="*/ 6391 w 6496"/>
                                      <a:gd name="T85" fmla="*/ 108 h 5143"/>
                                      <a:gd name="T86" fmla="*/ 6160 w 6496"/>
                                      <a:gd name="T87" fmla="*/ 66 h 5143"/>
                                      <a:gd name="T88" fmla="*/ 5575 w 6496"/>
                                      <a:gd name="T89" fmla="*/ 174 h 5143"/>
                                      <a:gd name="T90" fmla="*/ 4699 w 6496"/>
                                      <a:gd name="T91" fmla="*/ 171 h 5143"/>
                                      <a:gd name="T92" fmla="*/ 4000 w 6496"/>
                                      <a:gd name="T93" fmla="*/ 60 h 51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</a:cxnLst>
                                    <a:rect l="0" t="0" r="r" b="b"/>
                                    <a:pathLst>
                                      <a:path w="6496" h="5143">
                                        <a:moveTo>
                                          <a:pt x="2986" y="12"/>
                                        </a:moveTo>
                                        <a:cubicBezTo>
                                          <a:pt x="2936" y="21"/>
                                          <a:pt x="2796" y="38"/>
                                          <a:pt x="2686" y="50"/>
                                        </a:cubicBezTo>
                                        <a:cubicBezTo>
                                          <a:pt x="2576" y="62"/>
                                          <a:pt x="2418" y="71"/>
                                          <a:pt x="2326" y="87"/>
                                        </a:cubicBezTo>
                                        <a:cubicBezTo>
                                          <a:pt x="2234" y="103"/>
                                          <a:pt x="2191" y="136"/>
                                          <a:pt x="2131" y="147"/>
                                        </a:cubicBezTo>
                                        <a:cubicBezTo>
                                          <a:pt x="2071" y="158"/>
                                          <a:pt x="2041" y="144"/>
                                          <a:pt x="1966" y="155"/>
                                        </a:cubicBezTo>
                                        <a:cubicBezTo>
                                          <a:pt x="1891" y="166"/>
                                          <a:pt x="1752" y="214"/>
                                          <a:pt x="1681" y="215"/>
                                        </a:cubicBezTo>
                                        <a:cubicBezTo>
                                          <a:pt x="1610" y="216"/>
                                          <a:pt x="1613" y="173"/>
                                          <a:pt x="1539" y="162"/>
                                        </a:cubicBezTo>
                                        <a:cubicBezTo>
                                          <a:pt x="1465" y="151"/>
                                          <a:pt x="1340" y="147"/>
                                          <a:pt x="1239" y="147"/>
                                        </a:cubicBezTo>
                                        <a:cubicBezTo>
                                          <a:pt x="1138" y="147"/>
                                          <a:pt x="1031" y="161"/>
                                          <a:pt x="931" y="162"/>
                                        </a:cubicBezTo>
                                        <a:cubicBezTo>
                                          <a:pt x="831" y="163"/>
                                          <a:pt x="703" y="167"/>
                                          <a:pt x="639" y="155"/>
                                        </a:cubicBezTo>
                                        <a:cubicBezTo>
                                          <a:pt x="575" y="143"/>
                                          <a:pt x="589" y="104"/>
                                          <a:pt x="549" y="87"/>
                                        </a:cubicBezTo>
                                        <a:cubicBezTo>
                                          <a:pt x="509" y="70"/>
                                          <a:pt x="439" y="64"/>
                                          <a:pt x="399" y="50"/>
                                        </a:cubicBezTo>
                                        <a:cubicBezTo>
                                          <a:pt x="359" y="36"/>
                                          <a:pt x="354" y="10"/>
                                          <a:pt x="309" y="5"/>
                                        </a:cubicBezTo>
                                        <a:cubicBezTo>
                                          <a:pt x="264" y="0"/>
                                          <a:pt x="153" y="9"/>
                                          <a:pt x="129" y="20"/>
                                        </a:cubicBezTo>
                                        <a:cubicBezTo>
                                          <a:pt x="105" y="31"/>
                                          <a:pt x="138" y="63"/>
                                          <a:pt x="166" y="72"/>
                                        </a:cubicBezTo>
                                        <a:cubicBezTo>
                                          <a:pt x="194" y="81"/>
                                          <a:pt x="289" y="68"/>
                                          <a:pt x="301" y="75"/>
                                        </a:cubicBezTo>
                                        <a:cubicBezTo>
                                          <a:pt x="313" y="82"/>
                                          <a:pt x="282" y="108"/>
                                          <a:pt x="241" y="117"/>
                                        </a:cubicBezTo>
                                        <a:cubicBezTo>
                                          <a:pt x="200" y="126"/>
                                          <a:pt x="94" y="124"/>
                                          <a:pt x="54" y="132"/>
                                        </a:cubicBezTo>
                                        <a:cubicBezTo>
                                          <a:pt x="14" y="140"/>
                                          <a:pt x="2" y="151"/>
                                          <a:pt x="1" y="162"/>
                                        </a:cubicBezTo>
                                        <a:cubicBezTo>
                                          <a:pt x="0" y="173"/>
                                          <a:pt x="19" y="192"/>
                                          <a:pt x="46" y="200"/>
                                        </a:cubicBezTo>
                                        <a:cubicBezTo>
                                          <a:pt x="73" y="208"/>
                                          <a:pt x="130" y="206"/>
                                          <a:pt x="163" y="210"/>
                                        </a:cubicBezTo>
                                        <a:cubicBezTo>
                                          <a:pt x="196" y="214"/>
                                          <a:pt x="265" y="223"/>
                                          <a:pt x="244" y="225"/>
                                        </a:cubicBezTo>
                                        <a:cubicBezTo>
                                          <a:pt x="223" y="227"/>
                                          <a:pt x="77" y="216"/>
                                          <a:pt x="39" y="222"/>
                                        </a:cubicBezTo>
                                        <a:cubicBezTo>
                                          <a:pt x="1" y="228"/>
                                          <a:pt x="13" y="249"/>
                                          <a:pt x="16" y="260"/>
                                        </a:cubicBezTo>
                                        <a:cubicBezTo>
                                          <a:pt x="19" y="271"/>
                                          <a:pt x="38" y="283"/>
                                          <a:pt x="58" y="288"/>
                                        </a:cubicBezTo>
                                        <a:cubicBezTo>
                                          <a:pt x="78" y="293"/>
                                          <a:pt x="112" y="288"/>
                                          <a:pt x="139" y="288"/>
                                        </a:cubicBezTo>
                                        <a:cubicBezTo>
                                          <a:pt x="166" y="288"/>
                                          <a:pt x="221" y="287"/>
                                          <a:pt x="220" y="291"/>
                                        </a:cubicBezTo>
                                        <a:cubicBezTo>
                                          <a:pt x="219" y="295"/>
                                          <a:pt x="147" y="299"/>
                                          <a:pt x="133" y="312"/>
                                        </a:cubicBezTo>
                                        <a:cubicBezTo>
                                          <a:pt x="119" y="325"/>
                                          <a:pt x="101" y="362"/>
                                          <a:pt x="133" y="369"/>
                                        </a:cubicBezTo>
                                        <a:cubicBezTo>
                                          <a:pt x="165" y="376"/>
                                          <a:pt x="262" y="353"/>
                                          <a:pt x="324" y="357"/>
                                        </a:cubicBezTo>
                                        <a:cubicBezTo>
                                          <a:pt x="386" y="361"/>
                                          <a:pt x="448" y="391"/>
                                          <a:pt x="504" y="395"/>
                                        </a:cubicBezTo>
                                        <a:cubicBezTo>
                                          <a:pt x="560" y="399"/>
                                          <a:pt x="587" y="379"/>
                                          <a:pt x="661" y="380"/>
                                        </a:cubicBezTo>
                                        <a:cubicBezTo>
                                          <a:pt x="735" y="381"/>
                                          <a:pt x="862" y="388"/>
                                          <a:pt x="946" y="402"/>
                                        </a:cubicBezTo>
                                        <a:cubicBezTo>
                                          <a:pt x="1030" y="416"/>
                                          <a:pt x="1068" y="451"/>
                                          <a:pt x="1164" y="462"/>
                                        </a:cubicBezTo>
                                        <a:cubicBezTo>
                                          <a:pt x="1260" y="473"/>
                                          <a:pt x="1448" y="472"/>
                                          <a:pt x="1524" y="470"/>
                                        </a:cubicBezTo>
                                        <a:cubicBezTo>
                                          <a:pt x="1600" y="468"/>
                                          <a:pt x="1541" y="452"/>
                                          <a:pt x="1621" y="447"/>
                                        </a:cubicBezTo>
                                        <a:cubicBezTo>
                                          <a:pt x="1701" y="442"/>
                                          <a:pt x="1907" y="433"/>
                                          <a:pt x="2004" y="440"/>
                                        </a:cubicBezTo>
                                        <a:cubicBezTo>
                                          <a:pt x="2101" y="447"/>
                                          <a:pt x="2130" y="481"/>
                                          <a:pt x="2206" y="492"/>
                                        </a:cubicBezTo>
                                        <a:cubicBezTo>
                                          <a:pt x="2282" y="503"/>
                                          <a:pt x="2404" y="477"/>
                                          <a:pt x="2461" y="507"/>
                                        </a:cubicBezTo>
                                        <a:cubicBezTo>
                                          <a:pt x="2518" y="537"/>
                                          <a:pt x="2525" y="621"/>
                                          <a:pt x="2551" y="672"/>
                                        </a:cubicBezTo>
                                        <a:cubicBezTo>
                                          <a:pt x="2577" y="723"/>
                                          <a:pt x="2600" y="749"/>
                                          <a:pt x="2619" y="815"/>
                                        </a:cubicBezTo>
                                        <a:cubicBezTo>
                                          <a:pt x="2638" y="881"/>
                                          <a:pt x="2649" y="993"/>
                                          <a:pt x="2664" y="1070"/>
                                        </a:cubicBezTo>
                                        <a:cubicBezTo>
                                          <a:pt x="2679" y="1147"/>
                                          <a:pt x="2706" y="1192"/>
                                          <a:pt x="2710" y="1281"/>
                                        </a:cubicBezTo>
                                        <a:cubicBezTo>
                                          <a:pt x="2714" y="1370"/>
                                          <a:pt x="2714" y="1476"/>
                                          <a:pt x="2686" y="1602"/>
                                        </a:cubicBezTo>
                                        <a:cubicBezTo>
                                          <a:pt x="2658" y="1728"/>
                                          <a:pt x="2596" y="1914"/>
                                          <a:pt x="2544" y="2037"/>
                                        </a:cubicBezTo>
                                        <a:cubicBezTo>
                                          <a:pt x="2492" y="2160"/>
                                          <a:pt x="2432" y="2198"/>
                                          <a:pt x="2371" y="2337"/>
                                        </a:cubicBezTo>
                                        <a:cubicBezTo>
                                          <a:pt x="2310" y="2476"/>
                                          <a:pt x="2232" y="2725"/>
                                          <a:pt x="2176" y="2870"/>
                                        </a:cubicBezTo>
                                        <a:cubicBezTo>
                                          <a:pt x="2120" y="3015"/>
                                          <a:pt x="2129" y="3048"/>
                                          <a:pt x="2034" y="3207"/>
                                        </a:cubicBezTo>
                                        <a:cubicBezTo>
                                          <a:pt x="1939" y="3366"/>
                                          <a:pt x="1717" y="3580"/>
                                          <a:pt x="1606" y="3822"/>
                                        </a:cubicBezTo>
                                        <a:cubicBezTo>
                                          <a:pt x="1495" y="4064"/>
                                          <a:pt x="1439" y="4505"/>
                                          <a:pt x="1366" y="4662"/>
                                        </a:cubicBezTo>
                                        <a:cubicBezTo>
                                          <a:pt x="1293" y="4819"/>
                                          <a:pt x="1204" y="4736"/>
                                          <a:pt x="1165" y="4767"/>
                                        </a:cubicBezTo>
                                        <a:cubicBezTo>
                                          <a:pt x="1126" y="4798"/>
                                          <a:pt x="1129" y="4830"/>
                                          <a:pt x="1129" y="4845"/>
                                        </a:cubicBezTo>
                                        <a:cubicBezTo>
                                          <a:pt x="1129" y="4860"/>
                                          <a:pt x="1145" y="4864"/>
                                          <a:pt x="1162" y="4860"/>
                                        </a:cubicBezTo>
                                        <a:cubicBezTo>
                                          <a:pt x="1179" y="4856"/>
                                          <a:pt x="1230" y="4815"/>
                                          <a:pt x="1234" y="4818"/>
                                        </a:cubicBezTo>
                                        <a:cubicBezTo>
                                          <a:pt x="1238" y="4821"/>
                                          <a:pt x="1190" y="4866"/>
                                          <a:pt x="1189" y="4878"/>
                                        </a:cubicBezTo>
                                        <a:cubicBezTo>
                                          <a:pt x="1188" y="4890"/>
                                          <a:pt x="1212" y="4898"/>
                                          <a:pt x="1228" y="4893"/>
                                        </a:cubicBezTo>
                                        <a:cubicBezTo>
                                          <a:pt x="1244" y="4888"/>
                                          <a:pt x="1285" y="4844"/>
                                          <a:pt x="1288" y="4848"/>
                                        </a:cubicBezTo>
                                        <a:cubicBezTo>
                                          <a:pt x="1291" y="4852"/>
                                          <a:pt x="1246" y="4902"/>
                                          <a:pt x="1246" y="4914"/>
                                        </a:cubicBezTo>
                                        <a:cubicBezTo>
                                          <a:pt x="1246" y="4926"/>
                                          <a:pt x="1275" y="4925"/>
                                          <a:pt x="1291" y="4920"/>
                                        </a:cubicBezTo>
                                        <a:cubicBezTo>
                                          <a:pt x="1307" y="4915"/>
                                          <a:pt x="1344" y="4877"/>
                                          <a:pt x="1345" y="4881"/>
                                        </a:cubicBezTo>
                                        <a:cubicBezTo>
                                          <a:pt x="1346" y="4885"/>
                                          <a:pt x="1299" y="4932"/>
                                          <a:pt x="1297" y="4944"/>
                                        </a:cubicBezTo>
                                        <a:cubicBezTo>
                                          <a:pt x="1295" y="4956"/>
                                          <a:pt x="1315" y="4959"/>
                                          <a:pt x="1333" y="4956"/>
                                        </a:cubicBezTo>
                                        <a:cubicBezTo>
                                          <a:pt x="1351" y="4953"/>
                                          <a:pt x="1399" y="4923"/>
                                          <a:pt x="1405" y="4926"/>
                                        </a:cubicBezTo>
                                        <a:cubicBezTo>
                                          <a:pt x="1411" y="4929"/>
                                          <a:pt x="1360" y="4956"/>
                                          <a:pt x="1369" y="4974"/>
                                        </a:cubicBezTo>
                                        <a:cubicBezTo>
                                          <a:pt x="1378" y="4992"/>
                                          <a:pt x="1431" y="5040"/>
                                          <a:pt x="1462" y="5034"/>
                                        </a:cubicBezTo>
                                        <a:cubicBezTo>
                                          <a:pt x="1493" y="5028"/>
                                          <a:pt x="1540" y="4966"/>
                                          <a:pt x="1554" y="4940"/>
                                        </a:cubicBezTo>
                                        <a:cubicBezTo>
                                          <a:pt x="1568" y="4914"/>
                                          <a:pt x="1539" y="4907"/>
                                          <a:pt x="1546" y="4880"/>
                                        </a:cubicBezTo>
                                        <a:cubicBezTo>
                                          <a:pt x="1553" y="4853"/>
                                          <a:pt x="1585" y="4826"/>
                                          <a:pt x="1599" y="4775"/>
                                        </a:cubicBezTo>
                                        <a:cubicBezTo>
                                          <a:pt x="1613" y="4724"/>
                                          <a:pt x="1597" y="4651"/>
                                          <a:pt x="1629" y="4572"/>
                                        </a:cubicBezTo>
                                        <a:cubicBezTo>
                                          <a:pt x="1661" y="4493"/>
                                          <a:pt x="1732" y="4393"/>
                                          <a:pt x="1794" y="4302"/>
                                        </a:cubicBezTo>
                                        <a:cubicBezTo>
                                          <a:pt x="1856" y="4211"/>
                                          <a:pt x="1950" y="4120"/>
                                          <a:pt x="2004" y="4025"/>
                                        </a:cubicBezTo>
                                        <a:cubicBezTo>
                                          <a:pt x="2058" y="3930"/>
                                          <a:pt x="2078" y="3810"/>
                                          <a:pt x="2116" y="3732"/>
                                        </a:cubicBezTo>
                                        <a:cubicBezTo>
                                          <a:pt x="2154" y="3654"/>
                                          <a:pt x="2189" y="3607"/>
                                          <a:pt x="2230" y="3555"/>
                                        </a:cubicBezTo>
                                        <a:cubicBezTo>
                                          <a:pt x="2271" y="3503"/>
                                          <a:pt x="2306" y="3494"/>
                                          <a:pt x="2364" y="3417"/>
                                        </a:cubicBezTo>
                                        <a:cubicBezTo>
                                          <a:pt x="2422" y="3340"/>
                                          <a:pt x="2524" y="3176"/>
                                          <a:pt x="2581" y="3090"/>
                                        </a:cubicBezTo>
                                        <a:cubicBezTo>
                                          <a:pt x="2638" y="3004"/>
                                          <a:pt x="2644" y="2977"/>
                                          <a:pt x="2707" y="2898"/>
                                        </a:cubicBezTo>
                                        <a:cubicBezTo>
                                          <a:pt x="2770" y="2819"/>
                                          <a:pt x="2876" y="2708"/>
                                          <a:pt x="2962" y="2616"/>
                                        </a:cubicBezTo>
                                        <a:cubicBezTo>
                                          <a:pt x="3048" y="2524"/>
                                          <a:pt x="3153" y="2333"/>
                                          <a:pt x="3226" y="2345"/>
                                        </a:cubicBezTo>
                                        <a:cubicBezTo>
                                          <a:pt x="3299" y="2357"/>
                                          <a:pt x="3352" y="2597"/>
                                          <a:pt x="3403" y="2688"/>
                                        </a:cubicBezTo>
                                        <a:cubicBezTo>
                                          <a:pt x="3454" y="2779"/>
                                          <a:pt x="3474" y="2816"/>
                                          <a:pt x="3529" y="2892"/>
                                        </a:cubicBezTo>
                                        <a:cubicBezTo>
                                          <a:pt x="3584" y="2968"/>
                                          <a:pt x="3660" y="3026"/>
                                          <a:pt x="3730" y="3141"/>
                                        </a:cubicBezTo>
                                        <a:cubicBezTo>
                                          <a:pt x="3800" y="3256"/>
                                          <a:pt x="3881" y="3416"/>
                                          <a:pt x="3949" y="3579"/>
                                        </a:cubicBezTo>
                                        <a:cubicBezTo>
                                          <a:pt x="4017" y="3742"/>
                                          <a:pt x="4086" y="4002"/>
                                          <a:pt x="4141" y="4122"/>
                                        </a:cubicBezTo>
                                        <a:cubicBezTo>
                                          <a:pt x="4196" y="4242"/>
                                          <a:pt x="4213" y="4212"/>
                                          <a:pt x="4279" y="4299"/>
                                        </a:cubicBezTo>
                                        <a:cubicBezTo>
                                          <a:pt x="4345" y="4386"/>
                                          <a:pt x="4474" y="4559"/>
                                          <a:pt x="4537" y="4647"/>
                                        </a:cubicBezTo>
                                        <a:cubicBezTo>
                                          <a:pt x="4600" y="4735"/>
                                          <a:pt x="4624" y="4754"/>
                                          <a:pt x="4657" y="4827"/>
                                        </a:cubicBezTo>
                                        <a:cubicBezTo>
                                          <a:pt x="4690" y="4900"/>
                                          <a:pt x="4714" y="5030"/>
                                          <a:pt x="4738" y="5082"/>
                                        </a:cubicBezTo>
                                        <a:cubicBezTo>
                                          <a:pt x="4762" y="5134"/>
                                          <a:pt x="4777" y="5135"/>
                                          <a:pt x="4804" y="5139"/>
                                        </a:cubicBezTo>
                                        <a:cubicBezTo>
                                          <a:pt x="4831" y="5143"/>
                                          <a:pt x="4870" y="5125"/>
                                          <a:pt x="4900" y="5106"/>
                                        </a:cubicBezTo>
                                        <a:cubicBezTo>
                                          <a:pt x="4930" y="5087"/>
                                          <a:pt x="4942" y="5043"/>
                                          <a:pt x="4987" y="5022"/>
                                        </a:cubicBezTo>
                                        <a:cubicBezTo>
                                          <a:pt x="5032" y="5001"/>
                                          <a:pt x="5114" y="5003"/>
                                          <a:pt x="5167" y="4980"/>
                                        </a:cubicBezTo>
                                        <a:cubicBezTo>
                                          <a:pt x="5220" y="4957"/>
                                          <a:pt x="5278" y="4908"/>
                                          <a:pt x="5308" y="4884"/>
                                        </a:cubicBezTo>
                                        <a:cubicBezTo>
                                          <a:pt x="5338" y="4860"/>
                                          <a:pt x="5333" y="4852"/>
                                          <a:pt x="5350" y="4839"/>
                                        </a:cubicBezTo>
                                        <a:cubicBezTo>
                                          <a:pt x="5367" y="4826"/>
                                          <a:pt x="5400" y="4822"/>
                                          <a:pt x="5410" y="4809"/>
                                        </a:cubicBezTo>
                                        <a:cubicBezTo>
                                          <a:pt x="5420" y="4796"/>
                                          <a:pt x="5418" y="4769"/>
                                          <a:pt x="5413" y="4758"/>
                                        </a:cubicBezTo>
                                        <a:cubicBezTo>
                                          <a:pt x="5408" y="4747"/>
                                          <a:pt x="5393" y="4739"/>
                                          <a:pt x="5377" y="4740"/>
                                        </a:cubicBezTo>
                                        <a:cubicBezTo>
                                          <a:pt x="5361" y="4741"/>
                                          <a:pt x="5335" y="4760"/>
                                          <a:pt x="5314" y="4764"/>
                                        </a:cubicBezTo>
                                        <a:cubicBezTo>
                                          <a:pt x="5293" y="4768"/>
                                          <a:pt x="5296" y="4764"/>
                                          <a:pt x="5248" y="4764"/>
                                        </a:cubicBezTo>
                                        <a:cubicBezTo>
                                          <a:pt x="5200" y="4764"/>
                                          <a:pt x="5092" y="4796"/>
                                          <a:pt x="5023" y="4767"/>
                                        </a:cubicBezTo>
                                        <a:cubicBezTo>
                                          <a:pt x="4954" y="4738"/>
                                          <a:pt x="4908" y="4729"/>
                                          <a:pt x="4834" y="4590"/>
                                        </a:cubicBezTo>
                                        <a:cubicBezTo>
                                          <a:pt x="4760" y="4451"/>
                                          <a:pt x="4654" y="4096"/>
                                          <a:pt x="4579" y="3936"/>
                                        </a:cubicBezTo>
                                        <a:cubicBezTo>
                                          <a:pt x="4504" y="3776"/>
                                          <a:pt x="4431" y="3728"/>
                                          <a:pt x="4384" y="3627"/>
                                        </a:cubicBezTo>
                                        <a:cubicBezTo>
                                          <a:pt x="4337" y="3526"/>
                                          <a:pt x="4325" y="3403"/>
                                          <a:pt x="4297" y="3327"/>
                                        </a:cubicBezTo>
                                        <a:cubicBezTo>
                                          <a:pt x="4269" y="3251"/>
                                          <a:pt x="4240" y="3255"/>
                                          <a:pt x="4216" y="3170"/>
                                        </a:cubicBezTo>
                                        <a:cubicBezTo>
                                          <a:pt x="4192" y="3085"/>
                                          <a:pt x="4191" y="2946"/>
                                          <a:pt x="4156" y="2817"/>
                                        </a:cubicBezTo>
                                        <a:cubicBezTo>
                                          <a:pt x="4121" y="2688"/>
                                          <a:pt x="4057" y="2517"/>
                                          <a:pt x="4006" y="2394"/>
                                        </a:cubicBezTo>
                                        <a:cubicBezTo>
                                          <a:pt x="3955" y="2271"/>
                                          <a:pt x="3892" y="2237"/>
                                          <a:pt x="3850" y="2079"/>
                                        </a:cubicBezTo>
                                        <a:cubicBezTo>
                                          <a:pt x="3808" y="1921"/>
                                          <a:pt x="3765" y="1617"/>
                                          <a:pt x="3751" y="1446"/>
                                        </a:cubicBezTo>
                                        <a:cubicBezTo>
                                          <a:pt x="3737" y="1275"/>
                                          <a:pt x="3747" y="1174"/>
                                          <a:pt x="3766" y="1053"/>
                                        </a:cubicBezTo>
                                        <a:cubicBezTo>
                                          <a:pt x="3785" y="932"/>
                                          <a:pt x="3804" y="817"/>
                                          <a:pt x="3866" y="722"/>
                                        </a:cubicBezTo>
                                        <a:cubicBezTo>
                                          <a:pt x="3928" y="627"/>
                                          <a:pt x="3986" y="527"/>
                                          <a:pt x="4136" y="482"/>
                                        </a:cubicBezTo>
                                        <a:cubicBezTo>
                                          <a:pt x="4286" y="437"/>
                                          <a:pt x="4581" y="449"/>
                                          <a:pt x="4766" y="452"/>
                                        </a:cubicBezTo>
                                        <a:cubicBezTo>
                                          <a:pt x="4951" y="455"/>
                                          <a:pt x="5117" y="507"/>
                                          <a:pt x="5246" y="502"/>
                                        </a:cubicBezTo>
                                        <a:cubicBezTo>
                                          <a:pt x="5375" y="497"/>
                                          <a:pt x="5451" y="438"/>
                                          <a:pt x="5542" y="423"/>
                                        </a:cubicBezTo>
                                        <a:cubicBezTo>
                                          <a:pt x="5633" y="408"/>
                                          <a:pt x="5704" y="419"/>
                                          <a:pt x="5794" y="414"/>
                                        </a:cubicBezTo>
                                        <a:cubicBezTo>
                                          <a:pt x="5884" y="409"/>
                                          <a:pt x="6005" y="398"/>
                                          <a:pt x="6082" y="393"/>
                                        </a:cubicBezTo>
                                        <a:cubicBezTo>
                                          <a:pt x="6159" y="388"/>
                                          <a:pt x="6213" y="392"/>
                                          <a:pt x="6259" y="384"/>
                                        </a:cubicBezTo>
                                        <a:cubicBezTo>
                                          <a:pt x="6305" y="376"/>
                                          <a:pt x="6349" y="355"/>
                                          <a:pt x="6361" y="342"/>
                                        </a:cubicBezTo>
                                        <a:cubicBezTo>
                                          <a:pt x="6373" y="329"/>
                                          <a:pt x="6360" y="316"/>
                                          <a:pt x="6331" y="309"/>
                                        </a:cubicBezTo>
                                        <a:cubicBezTo>
                                          <a:pt x="6302" y="302"/>
                                          <a:pt x="6180" y="308"/>
                                          <a:pt x="6187" y="303"/>
                                        </a:cubicBezTo>
                                        <a:cubicBezTo>
                                          <a:pt x="6194" y="298"/>
                                          <a:pt x="6339" y="287"/>
                                          <a:pt x="6376" y="279"/>
                                        </a:cubicBezTo>
                                        <a:cubicBezTo>
                                          <a:pt x="6413" y="271"/>
                                          <a:pt x="6410" y="264"/>
                                          <a:pt x="6412" y="255"/>
                                        </a:cubicBezTo>
                                        <a:cubicBezTo>
                                          <a:pt x="6414" y="246"/>
                                          <a:pt x="6411" y="234"/>
                                          <a:pt x="6388" y="225"/>
                                        </a:cubicBezTo>
                                        <a:cubicBezTo>
                                          <a:pt x="6365" y="216"/>
                                          <a:pt x="6268" y="205"/>
                                          <a:pt x="6274" y="201"/>
                                        </a:cubicBezTo>
                                        <a:cubicBezTo>
                                          <a:pt x="6280" y="197"/>
                                          <a:pt x="6392" y="204"/>
                                          <a:pt x="6424" y="201"/>
                                        </a:cubicBezTo>
                                        <a:cubicBezTo>
                                          <a:pt x="6456" y="198"/>
                                          <a:pt x="6459" y="190"/>
                                          <a:pt x="6466" y="183"/>
                                        </a:cubicBezTo>
                                        <a:cubicBezTo>
                                          <a:pt x="6473" y="176"/>
                                          <a:pt x="6496" y="163"/>
                                          <a:pt x="6466" y="156"/>
                                        </a:cubicBezTo>
                                        <a:cubicBezTo>
                                          <a:pt x="6436" y="149"/>
                                          <a:pt x="6298" y="149"/>
                                          <a:pt x="6286" y="141"/>
                                        </a:cubicBezTo>
                                        <a:cubicBezTo>
                                          <a:pt x="6274" y="133"/>
                                          <a:pt x="6372" y="118"/>
                                          <a:pt x="6391" y="108"/>
                                        </a:cubicBezTo>
                                        <a:cubicBezTo>
                                          <a:pt x="6410" y="98"/>
                                          <a:pt x="6410" y="85"/>
                                          <a:pt x="6400" y="78"/>
                                        </a:cubicBezTo>
                                        <a:cubicBezTo>
                                          <a:pt x="6390" y="71"/>
                                          <a:pt x="6368" y="68"/>
                                          <a:pt x="6328" y="66"/>
                                        </a:cubicBezTo>
                                        <a:cubicBezTo>
                                          <a:pt x="6288" y="64"/>
                                          <a:pt x="6214" y="68"/>
                                          <a:pt x="6160" y="66"/>
                                        </a:cubicBezTo>
                                        <a:cubicBezTo>
                                          <a:pt x="6106" y="64"/>
                                          <a:pt x="6055" y="40"/>
                                          <a:pt x="6001" y="51"/>
                                        </a:cubicBezTo>
                                        <a:cubicBezTo>
                                          <a:pt x="5947" y="62"/>
                                          <a:pt x="5907" y="114"/>
                                          <a:pt x="5836" y="135"/>
                                        </a:cubicBezTo>
                                        <a:cubicBezTo>
                                          <a:pt x="5765" y="156"/>
                                          <a:pt x="5686" y="172"/>
                                          <a:pt x="5575" y="174"/>
                                        </a:cubicBezTo>
                                        <a:cubicBezTo>
                                          <a:pt x="5464" y="176"/>
                                          <a:pt x="5283" y="150"/>
                                          <a:pt x="5167" y="150"/>
                                        </a:cubicBezTo>
                                        <a:cubicBezTo>
                                          <a:pt x="5051" y="150"/>
                                          <a:pt x="4957" y="174"/>
                                          <a:pt x="4879" y="177"/>
                                        </a:cubicBezTo>
                                        <a:cubicBezTo>
                                          <a:pt x="4801" y="180"/>
                                          <a:pt x="4778" y="172"/>
                                          <a:pt x="4699" y="171"/>
                                        </a:cubicBezTo>
                                        <a:cubicBezTo>
                                          <a:pt x="4620" y="170"/>
                                          <a:pt x="4481" y="180"/>
                                          <a:pt x="4405" y="168"/>
                                        </a:cubicBezTo>
                                        <a:cubicBezTo>
                                          <a:pt x="4329" y="156"/>
                                          <a:pt x="4307" y="114"/>
                                          <a:pt x="4240" y="96"/>
                                        </a:cubicBezTo>
                                        <a:cubicBezTo>
                                          <a:pt x="4173" y="78"/>
                                          <a:pt x="4094" y="66"/>
                                          <a:pt x="4000" y="60"/>
                                        </a:cubicBezTo>
                                        <a:cubicBezTo>
                                          <a:pt x="3906" y="54"/>
                                          <a:pt x="3767" y="63"/>
                                          <a:pt x="3676" y="60"/>
                                        </a:cubicBezTo>
                                        <a:cubicBezTo>
                                          <a:pt x="3585" y="57"/>
                                          <a:pt x="3498" y="46"/>
                                          <a:pt x="3451" y="42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AEAEA"/>
                                  </a:solidFill>
                                  <a:ln w="9525" cmpd="sng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2" name="Freeform 33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071" y="2565"/>
                                    <a:ext cx="290" cy="132"/>
                                  </a:xfrm>
                                  <a:custGeom>
                                    <a:avLst/>
                                    <a:gdLst>
                                      <a:gd name="T0" fmla="*/ 251 w 290"/>
                                      <a:gd name="T1" fmla="*/ 132 h 132"/>
                                      <a:gd name="T2" fmla="*/ 146 w 290"/>
                                      <a:gd name="T3" fmla="*/ 96 h 132"/>
                                      <a:gd name="T4" fmla="*/ 74 w 290"/>
                                      <a:gd name="T5" fmla="*/ 108 h 132"/>
                                      <a:gd name="T6" fmla="*/ 35 w 290"/>
                                      <a:gd name="T7" fmla="*/ 90 h 132"/>
                                      <a:gd name="T8" fmla="*/ 11 w 290"/>
                                      <a:gd name="T9" fmla="*/ 48 h 132"/>
                                      <a:gd name="T10" fmla="*/ 101 w 290"/>
                                      <a:gd name="T11" fmla="*/ 18 h 132"/>
                                      <a:gd name="T12" fmla="*/ 173 w 290"/>
                                      <a:gd name="T13" fmla="*/ 15 h 132"/>
                                      <a:gd name="T14" fmla="*/ 242 w 290"/>
                                      <a:gd name="T15" fmla="*/ 15 h 132"/>
                                      <a:gd name="T16" fmla="*/ 290 w 290"/>
                                      <a:gd name="T17" fmla="*/ 0 h 13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290" h="132">
                                        <a:moveTo>
                                          <a:pt x="251" y="132"/>
                                        </a:moveTo>
                                        <a:cubicBezTo>
                                          <a:pt x="213" y="116"/>
                                          <a:pt x="175" y="100"/>
                                          <a:pt x="146" y="96"/>
                                        </a:cubicBezTo>
                                        <a:cubicBezTo>
                                          <a:pt x="117" y="92"/>
                                          <a:pt x="92" y="109"/>
                                          <a:pt x="74" y="108"/>
                                        </a:cubicBezTo>
                                        <a:cubicBezTo>
                                          <a:pt x="56" y="107"/>
                                          <a:pt x="46" y="100"/>
                                          <a:pt x="35" y="90"/>
                                        </a:cubicBezTo>
                                        <a:cubicBezTo>
                                          <a:pt x="24" y="80"/>
                                          <a:pt x="0" y="60"/>
                                          <a:pt x="11" y="48"/>
                                        </a:cubicBezTo>
                                        <a:cubicBezTo>
                                          <a:pt x="22" y="36"/>
                                          <a:pt x="74" y="23"/>
                                          <a:pt x="101" y="18"/>
                                        </a:cubicBezTo>
                                        <a:cubicBezTo>
                                          <a:pt x="128" y="13"/>
                                          <a:pt x="150" y="15"/>
                                          <a:pt x="173" y="15"/>
                                        </a:cubicBezTo>
                                        <a:cubicBezTo>
                                          <a:pt x="196" y="15"/>
                                          <a:pt x="223" y="17"/>
                                          <a:pt x="242" y="15"/>
                                        </a:cubicBezTo>
                                        <a:cubicBezTo>
                                          <a:pt x="261" y="13"/>
                                          <a:pt x="275" y="6"/>
                                          <a:pt x="290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 w="9525" cmpd="sng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3" name="Freeform 33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782" y="2553"/>
                                    <a:ext cx="334" cy="139"/>
                                  </a:xfrm>
                                  <a:custGeom>
                                    <a:avLst/>
                                    <a:gdLst>
                                      <a:gd name="T0" fmla="*/ 0 w 334"/>
                                      <a:gd name="T1" fmla="*/ 90 h 139"/>
                                      <a:gd name="T2" fmla="*/ 66 w 334"/>
                                      <a:gd name="T3" fmla="*/ 129 h 139"/>
                                      <a:gd name="T4" fmla="*/ 120 w 334"/>
                                      <a:gd name="T5" fmla="*/ 138 h 139"/>
                                      <a:gd name="T6" fmla="*/ 168 w 334"/>
                                      <a:gd name="T7" fmla="*/ 120 h 139"/>
                                      <a:gd name="T8" fmla="*/ 270 w 334"/>
                                      <a:gd name="T9" fmla="*/ 123 h 139"/>
                                      <a:gd name="T10" fmla="*/ 318 w 334"/>
                                      <a:gd name="T11" fmla="*/ 102 h 139"/>
                                      <a:gd name="T12" fmla="*/ 324 w 334"/>
                                      <a:gd name="T13" fmla="*/ 69 h 139"/>
                                      <a:gd name="T14" fmla="*/ 258 w 334"/>
                                      <a:gd name="T15" fmla="*/ 42 h 139"/>
                                      <a:gd name="T16" fmla="*/ 186 w 334"/>
                                      <a:gd name="T17" fmla="*/ 24 h 139"/>
                                      <a:gd name="T18" fmla="*/ 132 w 334"/>
                                      <a:gd name="T19" fmla="*/ 0 h 13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334" h="139">
                                        <a:moveTo>
                                          <a:pt x="0" y="90"/>
                                        </a:moveTo>
                                        <a:cubicBezTo>
                                          <a:pt x="11" y="96"/>
                                          <a:pt x="46" y="121"/>
                                          <a:pt x="66" y="129"/>
                                        </a:cubicBezTo>
                                        <a:cubicBezTo>
                                          <a:pt x="86" y="137"/>
                                          <a:pt x="103" y="139"/>
                                          <a:pt x="120" y="138"/>
                                        </a:cubicBezTo>
                                        <a:cubicBezTo>
                                          <a:pt x="137" y="137"/>
                                          <a:pt x="143" y="122"/>
                                          <a:pt x="168" y="120"/>
                                        </a:cubicBezTo>
                                        <a:cubicBezTo>
                                          <a:pt x="193" y="118"/>
                                          <a:pt x="245" y="126"/>
                                          <a:pt x="270" y="123"/>
                                        </a:cubicBezTo>
                                        <a:cubicBezTo>
                                          <a:pt x="295" y="120"/>
                                          <a:pt x="309" y="111"/>
                                          <a:pt x="318" y="102"/>
                                        </a:cubicBezTo>
                                        <a:cubicBezTo>
                                          <a:pt x="327" y="93"/>
                                          <a:pt x="334" y="79"/>
                                          <a:pt x="324" y="69"/>
                                        </a:cubicBezTo>
                                        <a:cubicBezTo>
                                          <a:pt x="314" y="59"/>
                                          <a:pt x="281" y="49"/>
                                          <a:pt x="258" y="42"/>
                                        </a:cubicBezTo>
                                        <a:cubicBezTo>
                                          <a:pt x="235" y="35"/>
                                          <a:pt x="207" y="31"/>
                                          <a:pt x="186" y="24"/>
                                        </a:cubicBezTo>
                                        <a:cubicBezTo>
                                          <a:pt x="165" y="17"/>
                                          <a:pt x="147" y="9"/>
                                          <a:pt x="132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 w="9525" cmpd="sng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4" name="Freeform 34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704" y="1564"/>
                                    <a:ext cx="674" cy="1022"/>
                                  </a:xfrm>
                                  <a:custGeom>
                                    <a:avLst/>
                                    <a:gdLst>
                                      <a:gd name="T0" fmla="*/ 171 w 674"/>
                                      <a:gd name="T1" fmla="*/ 971 h 1022"/>
                                      <a:gd name="T2" fmla="*/ 99 w 674"/>
                                      <a:gd name="T3" fmla="*/ 791 h 1022"/>
                                      <a:gd name="T4" fmla="*/ 84 w 674"/>
                                      <a:gd name="T5" fmla="*/ 641 h 1022"/>
                                      <a:gd name="T6" fmla="*/ 54 w 674"/>
                                      <a:gd name="T7" fmla="*/ 491 h 1022"/>
                                      <a:gd name="T8" fmla="*/ 15 w 674"/>
                                      <a:gd name="T9" fmla="*/ 392 h 1022"/>
                                      <a:gd name="T10" fmla="*/ 15 w 674"/>
                                      <a:gd name="T11" fmla="*/ 227 h 1022"/>
                                      <a:gd name="T12" fmla="*/ 108 w 674"/>
                                      <a:gd name="T13" fmla="*/ 62 h 1022"/>
                                      <a:gd name="T14" fmla="*/ 297 w 674"/>
                                      <a:gd name="T15" fmla="*/ 8 h 1022"/>
                                      <a:gd name="T16" fmla="*/ 540 w 674"/>
                                      <a:gd name="T17" fmla="*/ 29 h 1022"/>
                                      <a:gd name="T18" fmla="*/ 660 w 674"/>
                                      <a:gd name="T19" fmla="*/ 182 h 1022"/>
                                      <a:gd name="T20" fmla="*/ 627 w 674"/>
                                      <a:gd name="T21" fmla="*/ 437 h 1022"/>
                                      <a:gd name="T22" fmla="*/ 609 w 674"/>
                                      <a:gd name="T23" fmla="*/ 536 h 1022"/>
                                      <a:gd name="T24" fmla="*/ 543 w 674"/>
                                      <a:gd name="T25" fmla="*/ 662 h 1022"/>
                                      <a:gd name="T26" fmla="*/ 528 w 674"/>
                                      <a:gd name="T27" fmla="*/ 794 h 1022"/>
                                      <a:gd name="T28" fmla="*/ 525 w 674"/>
                                      <a:gd name="T29" fmla="*/ 1022 h 102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</a:cxnLst>
                                    <a:rect l="0" t="0" r="r" b="b"/>
                                    <a:pathLst>
                                      <a:path w="674" h="1022">
                                        <a:moveTo>
                                          <a:pt x="171" y="971"/>
                                        </a:moveTo>
                                        <a:cubicBezTo>
                                          <a:pt x="157" y="941"/>
                                          <a:pt x="113" y="846"/>
                                          <a:pt x="99" y="791"/>
                                        </a:cubicBezTo>
                                        <a:cubicBezTo>
                                          <a:pt x="85" y="736"/>
                                          <a:pt x="91" y="691"/>
                                          <a:pt x="84" y="641"/>
                                        </a:cubicBezTo>
                                        <a:cubicBezTo>
                                          <a:pt x="77" y="591"/>
                                          <a:pt x="65" y="532"/>
                                          <a:pt x="54" y="491"/>
                                        </a:cubicBezTo>
                                        <a:cubicBezTo>
                                          <a:pt x="43" y="450"/>
                                          <a:pt x="21" y="436"/>
                                          <a:pt x="15" y="392"/>
                                        </a:cubicBezTo>
                                        <a:cubicBezTo>
                                          <a:pt x="9" y="348"/>
                                          <a:pt x="0" y="282"/>
                                          <a:pt x="15" y="227"/>
                                        </a:cubicBezTo>
                                        <a:cubicBezTo>
                                          <a:pt x="30" y="172"/>
                                          <a:pt x="61" y="98"/>
                                          <a:pt x="108" y="62"/>
                                        </a:cubicBezTo>
                                        <a:cubicBezTo>
                                          <a:pt x="155" y="26"/>
                                          <a:pt x="225" y="13"/>
                                          <a:pt x="297" y="8"/>
                                        </a:cubicBezTo>
                                        <a:cubicBezTo>
                                          <a:pt x="369" y="3"/>
                                          <a:pt x="480" y="0"/>
                                          <a:pt x="540" y="29"/>
                                        </a:cubicBezTo>
                                        <a:cubicBezTo>
                                          <a:pt x="600" y="58"/>
                                          <a:pt x="646" y="114"/>
                                          <a:pt x="660" y="182"/>
                                        </a:cubicBezTo>
                                        <a:cubicBezTo>
                                          <a:pt x="674" y="250"/>
                                          <a:pt x="635" y="378"/>
                                          <a:pt x="627" y="437"/>
                                        </a:cubicBezTo>
                                        <a:cubicBezTo>
                                          <a:pt x="619" y="496"/>
                                          <a:pt x="623" y="499"/>
                                          <a:pt x="609" y="536"/>
                                        </a:cubicBezTo>
                                        <a:cubicBezTo>
                                          <a:pt x="595" y="573"/>
                                          <a:pt x="556" y="619"/>
                                          <a:pt x="543" y="662"/>
                                        </a:cubicBezTo>
                                        <a:cubicBezTo>
                                          <a:pt x="530" y="705"/>
                                          <a:pt x="531" y="734"/>
                                          <a:pt x="528" y="794"/>
                                        </a:cubicBezTo>
                                        <a:cubicBezTo>
                                          <a:pt x="525" y="854"/>
                                          <a:pt x="525" y="938"/>
                                          <a:pt x="525" y="1022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AEAEA"/>
                                  </a:solidFill>
                                  <a:ln w="9525" cmpd="sng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5" name="Freeform 34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836" y="2127"/>
                                    <a:ext cx="417" cy="207"/>
                                  </a:xfrm>
                                  <a:custGeom>
                                    <a:avLst/>
                                    <a:gdLst>
                                      <a:gd name="T0" fmla="*/ 0 w 417"/>
                                      <a:gd name="T1" fmla="*/ 30 h 207"/>
                                      <a:gd name="T2" fmla="*/ 63 w 417"/>
                                      <a:gd name="T3" fmla="*/ 156 h 207"/>
                                      <a:gd name="T4" fmla="*/ 150 w 417"/>
                                      <a:gd name="T5" fmla="*/ 201 h 207"/>
                                      <a:gd name="T6" fmla="*/ 237 w 417"/>
                                      <a:gd name="T7" fmla="*/ 195 h 207"/>
                                      <a:gd name="T8" fmla="*/ 273 w 417"/>
                                      <a:gd name="T9" fmla="*/ 195 h 207"/>
                                      <a:gd name="T10" fmla="*/ 330 w 417"/>
                                      <a:gd name="T11" fmla="*/ 162 h 207"/>
                                      <a:gd name="T12" fmla="*/ 417 w 417"/>
                                      <a:gd name="T13" fmla="*/ 0 h 20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</a:cxnLst>
                                    <a:rect l="0" t="0" r="r" b="b"/>
                                    <a:pathLst>
                                      <a:path w="417" h="207">
                                        <a:moveTo>
                                          <a:pt x="0" y="30"/>
                                        </a:moveTo>
                                        <a:cubicBezTo>
                                          <a:pt x="19" y="78"/>
                                          <a:pt x="38" y="127"/>
                                          <a:pt x="63" y="156"/>
                                        </a:cubicBezTo>
                                        <a:cubicBezTo>
                                          <a:pt x="88" y="185"/>
                                          <a:pt x="121" y="195"/>
                                          <a:pt x="150" y="201"/>
                                        </a:cubicBezTo>
                                        <a:cubicBezTo>
                                          <a:pt x="179" y="207"/>
                                          <a:pt x="217" y="196"/>
                                          <a:pt x="237" y="195"/>
                                        </a:cubicBezTo>
                                        <a:cubicBezTo>
                                          <a:pt x="257" y="194"/>
                                          <a:pt x="258" y="200"/>
                                          <a:pt x="273" y="195"/>
                                        </a:cubicBezTo>
                                        <a:cubicBezTo>
                                          <a:pt x="288" y="190"/>
                                          <a:pt x="306" y="195"/>
                                          <a:pt x="330" y="162"/>
                                        </a:cubicBezTo>
                                        <a:cubicBezTo>
                                          <a:pt x="354" y="129"/>
                                          <a:pt x="385" y="64"/>
                                          <a:pt x="417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AEAEA"/>
                                  </a:solidFill>
                                  <a:ln w="9525" cmpd="sng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86" name="Freeform 3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60" y="9865"/>
                                  <a:ext cx="390" cy="413"/>
                                </a:xfrm>
                                <a:custGeom>
                                  <a:avLst/>
                                  <a:gdLst>
                                    <a:gd name="T0" fmla="*/ 0 w 390"/>
                                    <a:gd name="T1" fmla="*/ 45 h 413"/>
                                    <a:gd name="T2" fmla="*/ 23 w 390"/>
                                    <a:gd name="T3" fmla="*/ 375 h 413"/>
                                    <a:gd name="T4" fmla="*/ 375 w 390"/>
                                    <a:gd name="T5" fmla="*/ 413 h 413"/>
                                    <a:gd name="T6" fmla="*/ 390 w 390"/>
                                    <a:gd name="T7" fmla="*/ 0 h 413"/>
                                    <a:gd name="T8" fmla="*/ 0 w 390"/>
                                    <a:gd name="T9" fmla="*/ 45 h 41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90" h="413">
                                      <a:moveTo>
                                        <a:pt x="0" y="45"/>
                                      </a:moveTo>
                                      <a:lnTo>
                                        <a:pt x="23" y="375"/>
                                      </a:lnTo>
                                      <a:lnTo>
                                        <a:pt x="375" y="413"/>
                                      </a:lnTo>
                                      <a:lnTo>
                                        <a:pt x="390" y="0"/>
                                      </a:lnTo>
                                      <a:lnTo>
                                        <a:pt x="0" y="4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80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" name="Freeform 3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90" y="9880"/>
                                  <a:ext cx="360" cy="390"/>
                                </a:xfrm>
                                <a:custGeom>
                                  <a:avLst/>
                                  <a:gdLst>
                                    <a:gd name="T0" fmla="*/ 360 w 360"/>
                                    <a:gd name="T1" fmla="*/ 390 h 390"/>
                                    <a:gd name="T2" fmla="*/ 353 w 360"/>
                                    <a:gd name="T3" fmla="*/ 30 h 390"/>
                                    <a:gd name="T4" fmla="*/ 0 w 360"/>
                                    <a:gd name="T5" fmla="*/ 0 h 390"/>
                                    <a:gd name="T6" fmla="*/ 23 w 360"/>
                                    <a:gd name="T7" fmla="*/ 383 h 390"/>
                                    <a:gd name="T8" fmla="*/ 360 w 360"/>
                                    <a:gd name="T9" fmla="*/ 390 h 39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60" h="390">
                                      <a:moveTo>
                                        <a:pt x="360" y="390"/>
                                      </a:moveTo>
                                      <a:lnTo>
                                        <a:pt x="353" y="3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23" y="383"/>
                                      </a:lnTo>
                                      <a:lnTo>
                                        <a:pt x="360" y="39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80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8" name="Freeform 3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10" y="14080"/>
                                  <a:ext cx="383" cy="383"/>
                                </a:xfrm>
                                <a:custGeom>
                                  <a:avLst/>
                                  <a:gdLst>
                                    <a:gd name="T0" fmla="*/ 0 w 383"/>
                                    <a:gd name="T1" fmla="*/ 270 h 383"/>
                                    <a:gd name="T2" fmla="*/ 285 w 383"/>
                                    <a:gd name="T3" fmla="*/ 383 h 383"/>
                                    <a:gd name="T4" fmla="*/ 383 w 383"/>
                                    <a:gd name="T5" fmla="*/ 128 h 383"/>
                                    <a:gd name="T6" fmla="*/ 60 w 383"/>
                                    <a:gd name="T7" fmla="*/ 0 h 383"/>
                                    <a:gd name="T8" fmla="*/ 0 w 383"/>
                                    <a:gd name="T9" fmla="*/ 270 h 38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83" h="383">
                                      <a:moveTo>
                                        <a:pt x="0" y="270"/>
                                      </a:moveTo>
                                      <a:lnTo>
                                        <a:pt x="285" y="383"/>
                                      </a:lnTo>
                                      <a:lnTo>
                                        <a:pt x="383" y="128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0" y="27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80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" name="Freeform 3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85" y="14163"/>
                                  <a:ext cx="480" cy="405"/>
                                </a:xfrm>
                                <a:custGeom>
                                  <a:avLst/>
                                  <a:gdLst>
                                    <a:gd name="T0" fmla="*/ 180 w 480"/>
                                    <a:gd name="T1" fmla="*/ 405 h 405"/>
                                    <a:gd name="T2" fmla="*/ 480 w 480"/>
                                    <a:gd name="T3" fmla="*/ 270 h 405"/>
                                    <a:gd name="T4" fmla="*/ 375 w 480"/>
                                    <a:gd name="T5" fmla="*/ 0 h 405"/>
                                    <a:gd name="T6" fmla="*/ 0 w 480"/>
                                    <a:gd name="T7" fmla="*/ 150 h 405"/>
                                    <a:gd name="T8" fmla="*/ 180 w 480"/>
                                    <a:gd name="T9" fmla="*/ 405 h 40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80" h="405">
                                      <a:moveTo>
                                        <a:pt x="180" y="405"/>
                                      </a:moveTo>
                                      <a:lnTo>
                                        <a:pt x="480" y="270"/>
                                      </a:lnTo>
                                      <a:lnTo>
                                        <a:pt x="375" y="0"/>
                                      </a:lnTo>
                                      <a:lnTo>
                                        <a:pt x="0" y="150"/>
                                      </a:lnTo>
                                      <a:lnTo>
                                        <a:pt x="180" y="40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80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8DF045F" id="Group 335" o:spid="_x0000_s1026" style="position:absolute;margin-left:25pt;margin-top:301.95pt;width:62pt;height:57.8pt;z-index:251648512" coordorigin="1856,8849" coordsize="6496,6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">
                      <v:group id="Group 336" o:spid="_x0000_s1027" style="position:absolute;left:1856;top:8849;width:6496;height:6057" coordorigin="1844,1564" coordsize="6496,6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  <v:shape id="Freeform 337" o:spid="_x0000_s1028" style="position:absolute;left:1844;top:2478;width:6496;height:5143;visibility:visible;mso-wrap-style:square;v-text-anchor:top" coordsize="6496,5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" path="m2986,12v-50,9,-190,26,-300,38c2576,62,2418,71,2326,87v-92,16,-135,49,-195,60c2071,158,2041,144,1966,155v-75,11,-214,59,-285,60c1610,216,1613,173,1539,162v-74,-11,-199,-15,-300,-15c1138,147,1031,161,931,162v-100,1,-228,5,-292,-7c575,143,589,104,549,87,509,70,439,64,399,50,359,36,354,10,309,5,264,,153,9,129,20v-24,11,9,43,37,52c194,81,289,68,301,75v12,7,-19,33,-60,42c200,126,94,124,54,132,14,140,2,151,1,162v-1,11,18,30,45,38c73,208,130,206,163,210v33,4,102,13,81,15c223,227,77,216,39,222,1,228,13,249,16,260v3,11,22,23,42,28c78,293,112,288,139,288v27,,82,-1,81,3c219,295,147,299,133,312v-14,13,-32,50,,57c165,376,262,353,324,357v62,4,124,34,180,38c560,399,587,379,661,380v74,1,201,8,285,22c1030,416,1068,451,1164,462v96,11,284,10,360,8c1600,468,1541,452,1621,447v80,-5,286,-14,383,-7c2101,447,2130,481,2206,492v76,11,198,-15,255,15c2518,537,2525,621,2551,672v26,51,49,77,68,143c2638,881,2649,993,2664,1070v15,77,42,122,46,211c2714,1370,2714,1476,2686,1602v-28,126,-90,312,-142,435c2492,2160,2432,2198,2371,2337v-61,139,-139,388,-195,533c2120,3015,2129,3048,2034,3207v-95,159,-317,373,-428,615c1495,4064,1439,4505,1366,4662v-73,157,-162,74,-201,105c1126,4798,1129,4830,1129,4845v,15,16,19,33,15c1179,4856,1230,4815,1234,4818v4,3,-44,48,-45,60c1188,4890,1212,4898,1228,4893v16,-5,57,-49,60,-45c1291,4852,1246,4902,1246,4914v,12,29,11,45,6c1307,4915,1344,4877,1345,4881v1,4,-46,51,-48,63c1295,4956,1315,4959,1333,4956v18,-3,66,-33,72,-30c1411,4929,1360,4956,1369,4974v9,18,62,66,93,60c1493,5028,1540,4966,1554,4940v14,-26,-15,-33,-8,-60c1553,4853,1585,4826,1599,4775v14,-51,-2,-124,30,-203c1661,4493,1732,4393,1794,4302v62,-91,156,-182,210,-277c2058,3930,2078,3810,2116,3732v38,-78,73,-125,114,-177c2271,3503,2306,3494,2364,3417v58,-77,160,-241,217,-327c2638,3004,2644,2977,2707,2898v63,-79,169,-190,255,-282c3048,2524,3153,2333,3226,2345v73,12,126,252,177,343c3454,2779,3474,2816,3529,2892v55,76,131,134,201,249c3800,3256,3881,3416,3949,3579v68,163,137,423,192,543c4196,4242,4213,4212,4279,4299v66,87,195,260,258,348c4600,4735,4624,4754,4657,4827v33,73,57,203,81,255c4762,5134,4777,5135,4804,5139v27,4,66,-14,96,-33c4930,5087,4942,5043,4987,5022v45,-21,127,-19,180,-42c5220,4957,5278,4908,5308,4884v30,-24,25,-32,42,-45c5367,4826,5400,4822,5410,4809v10,-13,8,-40,3,-51c5408,4747,5393,4739,5377,4740v-16,1,-42,20,-63,24c5293,4768,5296,4764,5248,4764v-48,,-156,32,-225,3c4954,4738,4908,4729,4834,4590v-74,-139,-180,-494,-255,-654c4504,3776,4431,3728,4384,3627v-47,-101,-59,-224,-87,-300c4269,3251,4240,3255,4216,3170v-24,-85,-25,-224,-60,-353c4121,2688,4057,2517,4006,2394v-51,-123,-114,-157,-156,-315c3808,1921,3765,1617,3751,1446v-14,-171,-4,-272,15,-393c3785,932,3804,817,3866,722v62,-95,120,-195,270,-240c4286,437,4581,449,4766,452v185,3,351,55,480,50c5375,497,5451,438,5542,423v91,-15,162,-4,252,-9c5884,409,6005,398,6082,393v77,-5,131,-1,177,-9c6305,376,6349,355,6361,342v12,-13,-1,-26,-30,-33c6302,302,6180,308,6187,303v7,-5,152,-16,189,-24c6413,271,6410,264,6412,255v2,-9,-1,-21,-24,-30c6365,216,6268,205,6274,201v6,-4,118,3,150,c6456,198,6459,190,6466,183v7,-7,30,-20,,-27c6436,149,6298,149,6286,141v-12,-8,86,-23,105,-33c6410,98,6410,85,6400,78v-10,-7,-32,-10,-72,-12c6288,64,6214,68,6160,66,6106,64,6055,40,6001,51v-54,11,-94,63,-165,84c5765,156,5686,172,5575,174v-111,2,-292,-24,-408,-24c5051,150,4957,174,4879,177v-78,3,-101,-5,-180,-6c4620,170,4481,180,4405,168v-76,-12,-98,-54,-165,-72c4173,78,4094,66,4000,60v-94,-6,-233,3,-324,c3585,57,3498,46,3451,42e" fillcolor="#eaeaea" strokecolor="gray">
                          <v:path arrowok="t" o:connecttype="custom" o:connectlocs="2326,87;1681,215;931,162;399,50;166,72;54,132;163,210;16,260;220,291;324,357;946,402;1621,447;2461,507;2664,1070;2544,2037;2034,3207;1165,4767;1234,4818;1288,4848;1345,4881;1405,4926;1554,4940;1629,4572;2116,3732;2581,3090;3226,2345;3730,3141;4279,4299;4738,5082;4987,5022;5350,4839;5377,4740;5023,4767;4384,3627;4156,2817;3751,1446;4136,482;5542,423;6259,384;6187,303;6388,225;6466,183;6391,108;6160,66;5575,174;4699,171;4000,60" o:connectangles="0,0,0,0,0,0,0,0,0,0,0,0,0,0,0,0,0,0,0,0,0,0,0,0,0,0,0,0,0,0,0,0,0,0,0,0,0,0,0,0,0,0,0,0,0,0,0"/>
                        </v:shape>
                        <v:shape id="Freeform 338" o:spid="_x0000_s1029" style="position:absolute;left:2071;top:2565;width:290;height:132;visibility:visible;mso-wrap-style:square;v-text-anchor:top" coordsize="290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" path="m251,132c213,116,175,100,146,96,117,92,92,109,74,108,56,107,46,100,35,90,24,80,,60,11,48,22,36,74,23,101,18v27,-5,49,-3,72,-3c196,15,223,17,242,15,261,13,275,6,290,e" fillcolor="#ddd" strokecolor="gray">
                          <v:path arrowok="t" o:connecttype="custom" o:connectlocs="251,132;146,96;74,108;35,90;11,48;101,18;173,15;242,15;290,0" o:connectangles="0,0,0,0,0,0,0,0,0"/>
                        </v:shape>
                        <v:shape id="Freeform 339" o:spid="_x0000_s1030" style="position:absolute;left:7782;top:2553;width:334;height:139;visibility:visible;mso-wrap-style:square;v-text-anchor:top" coordsize="334,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" path="m,90v11,6,46,31,66,39c86,137,103,139,120,138v17,-1,23,-16,48,-18c193,118,245,126,270,123v25,-3,39,-12,48,-21c327,93,334,79,324,69,314,59,281,49,258,42,235,35,207,31,186,24,165,17,147,9,132,e" fillcolor="#ddd" strokecolor="gray">
                          <v:path arrowok="t" o:connecttype="custom" o:connectlocs="0,90;66,129;120,138;168,120;270,123;318,102;324,69;258,42;186,24;132,0" o:connectangles="0,0,0,0,0,0,0,0,0,0"/>
                        </v:shape>
                        <v:shape id="Freeform 340" o:spid="_x0000_s1031" style="position:absolute;left:4704;top:1564;width:674;height:1022;visibility:visible;mso-wrap-style:square;v-text-anchor:top" coordsize="674,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" path="m171,971c157,941,113,846,99,791,85,736,91,691,84,641,77,591,65,532,54,491,43,450,21,436,15,392,9,348,,282,15,227,30,172,61,98,108,62,155,26,225,13,297,8,369,3,480,,540,29v60,29,106,85,120,153c674,250,635,378,627,437v-8,59,-4,62,-18,99c595,573,556,619,543,662v-13,43,-12,72,-15,132c525,854,525,938,525,1022e" fillcolor="#eaeaea" strokecolor="gray">
                          <v:path arrowok="t" o:connecttype="custom" o:connectlocs="171,971;99,791;84,641;54,491;15,392;15,227;108,62;297,8;540,29;660,182;627,437;609,536;543,662;528,794;525,1022" o:connectangles="0,0,0,0,0,0,0,0,0,0,0,0,0,0,0"/>
                        </v:shape>
                        <v:shape id="Freeform 341" o:spid="_x0000_s1032" style="position:absolute;left:4836;top:2127;width:417;height:207;visibility:visible;mso-wrap-style:square;v-text-anchor:top" coordsize="417,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" path="m,30v19,48,38,97,63,126c88,185,121,195,150,201v29,6,67,-5,87,-6c257,194,258,200,273,195v15,-5,33,,57,-33c354,129,385,64,417,e" fillcolor="#eaeaea" strokecolor="gray">
                          <v:path arrowok="t" o:connecttype="custom" o:connectlocs="0,30;63,156;150,201;237,195;273,195;330,162;417,0" o:connectangles="0,0,0,0,0,0,0"/>
                        </v:shape>
                      </v:group>
                      <v:shape id="Freeform 342" o:spid="_x0000_s1033" style="position:absolute;left:3660;top:9865;width:390;height:413;visibility:visible;mso-wrap-style:square;v-text-anchor:top" coordsize="390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" path="m,45l23,375r352,38l390,,,45xe" fillcolor="navy">
                        <v:path arrowok="t" o:connecttype="custom" o:connectlocs="0,45;23,375;375,413;390,0;0,45" o:connectangles="0,0,0,0,0"/>
                      </v:shape>
                      <v:shape id="Freeform 343" o:spid="_x0000_s1034" style="position:absolute;left:6390;top:9880;width:360;height:390;visibility:visible;mso-wrap-style:square;v-text-anchor:top" coordsize="360,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" path="m360,390l353,30,,,23,383r337,7xe" fillcolor="navy">
                        <v:path arrowok="t" o:connecttype="custom" o:connectlocs="360,390;353,30;0,0;23,383;360,390" o:connectangles="0,0,0,0,0"/>
                      </v:shape>
                      <v:shape id="Freeform 344" o:spid="_x0000_s1035" style="position:absolute;left:3210;top:14080;width:383;height:383;visibility:visible;mso-wrap-style:square;v-text-anchor:top" coordsize="383,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" path="m,270l285,383,383,128,60,,,270xe" fillcolor="navy">
                        <v:path arrowok="t" o:connecttype="custom" o:connectlocs="0,270;285,383;383,128;60,0;0,270" o:connectangles="0,0,0,0,0"/>
                      </v:shape>
                      <v:shape id="Freeform 345" o:spid="_x0000_s1036" style="position:absolute;left:6285;top:14163;width:480;height:405;visibility:visible;mso-wrap-style:square;v-text-anchor:top" coordsize="480,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" path="m180,405l480,270,375,,,150,180,405xe" fillcolor="navy">
                        <v:path arrowok="t" o:connecttype="custom" o:connectlocs="180,405;480,270;375,0;0,150;180,405" o:connectangles="0,0,0,0,0"/>
                      </v:shape>
                    </v:group>
                  </w:pict>
                </mc:Fallback>
              </mc:AlternateContent>
            </w:r>
            <w:r w:rsidR="00746844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4631055</wp:posOffset>
                      </wp:positionV>
                      <wp:extent cx="675005" cy="236220"/>
                      <wp:effectExtent l="635" t="3810" r="635" b="0"/>
                      <wp:wrapNone/>
                      <wp:docPr id="9" name="Text Box 3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5005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AEAEA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D70407" w:rsidRDefault="00E21820" w:rsidP="004C374F">
                                  <w:pPr>
                                    <w:jc w:val="center"/>
                                    <w:rPr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en-NZ"/>
                                    </w:rPr>
                                    <w:t xml:space="preserve">ABI = </w:t>
                                  </w:r>
                                  <w:r w:rsidR="0074684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0.58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6" o:spid="_x0000_s1044" type="#_x0000_t202" style="position:absolute;left:0;text-align:left;margin-left:-2.65pt;margin-top:364.65pt;width:53.15pt;height:18.6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" fillcolor="#eaeaea" stroked="f" strokeweight=".25pt">
                      <v:stroke dashstyle="1 1" endcap="round"/>
                      <v:textbox>
                        <w:txbxContent>
                          <w:p w:rsidR="00E21820" w:rsidRPr="00D70407" w:rsidRDefault="00E21820" w:rsidP="004C374F">
                            <w:pPr>
                              <w:jc w:val="center"/>
                              <w:rPr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NZ"/>
                              </w:rPr>
                              <w:t xml:space="preserve">ABI = </w:t>
                            </w:r>
                            <w:r w:rsidR="0074684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0.58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46844"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763905</wp:posOffset>
                      </wp:positionH>
                      <wp:positionV relativeFrom="paragraph">
                        <wp:posOffset>4629785</wp:posOffset>
                      </wp:positionV>
                      <wp:extent cx="675005" cy="236220"/>
                      <wp:effectExtent l="0" t="2540" r="3175" b="0"/>
                      <wp:wrapNone/>
                      <wp:docPr id="8" name="Text Box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5005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AEAEA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D70407" w:rsidRDefault="00E21820" w:rsidP="004C374F">
                                  <w:pPr>
                                    <w:jc w:val="center"/>
                                    <w:rPr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en-NZ"/>
                                    </w:rPr>
                                    <w:t xml:space="preserve">ABI = </w:t>
                                  </w:r>
                                  <w:r w:rsidR="0074684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1.05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7" o:spid="_x0000_s1045" type="#_x0000_t202" style="position:absolute;left:0;text-align:left;margin-left:60.15pt;margin-top:364.55pt;width:53.15pt;height:18.6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" fillcolor="#eaeaea" stroked="f" strokeweight=".25pt">
                      <v:stroke dashstyle="1 1" endcap="round"/>
                      <v:textbox>
                        <w:txbxContent>
                          <w:p w:rsidR="00E21820" w:rsidRPr="00D70407" w:rsidRDefault="00E21820" w:rsidP="004C374F">
                            <w:pPr>
                              <w:jc w:val="center"/>
                              <w:rPr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NZ"/>
                              </w:rPr>
                              <w:t xml:space="preserve">ABI = </w:t>
                            </w:r>
                            <w:r w:rsidR="0074684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1.05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90059" w:rsidRPr="006015A1" w:rsidTr="006015A1"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72033" w:rsidRPr="006015A1" w:rsidRDefault="00746844" w:rsidP="006015A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6015A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784225</wp:posOffset>
                      </wp:positionH>
                      <wp:positionV relativeFrom="paragraph">
                        <wp:posOffset>31115</wp:posOffset>
                      </wp:positionV>
                      <wp:extent cx="395605" cy="61595"/>
                      <wp:effectExtent l="8890" t="13335" r="5080" b="10795"/>
                      <wp:wrapNone/>
                      <wp:docPr id="7" name="Freeform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E97C62" id="Freeform 89" o:spid="_x0000_s1026" style="position:absolute;margin-left:61.75pt;margin-top:2.45pt;width:31.15pt;height:4.8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572033" w:rsidRPr="006015A1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777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72033" w:rsidRPr="006015A1" w:rsidRDefault="00746844" w:rsidP="00D9005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6015A1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2479040</wp:posOffset>
                      </wp:positionH>
                      <wp:positionV relativeFrom="paragraph">
                        <wp:posOffset>27305</wp:posOffset>
                      </wp:positionV>
                      <wp:extent cx="395605" cy="61595"/>
                      <wp:effectExtent l="5715" t="9525" r="8255" b="14605"/>
                      <wp:wrapNone/>
                      <wp:docPr id="6" name="Freeform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4E8539" id="Freeform 91" o:spid="_x0000_s1026" style="position:absolute;margin-left:195.2pt;margin-top:2.15pt;width:31.15pt;height:4.8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" path="m84,120c,106,185,36,185,36v,,72,-9,102,-12c317,21,344,,379,v35,,75,11,116,24c536,37,593,65,625,81v32,16,152,34,62,40l84,120xe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1699260</wp:posOffset>
                      </wp:positionH>
                      <wp:positionV relativeFrom="paragraph">
                        <wp:posOffset>27305</wp:posOffset>
                      </wp:positionV>
                      <wp:extent cx="395605" cy="61595"/>
                      <wp:effectExtent l="6985" t="9525" r="6985" b="14605"/>
                      <wp:wrapNone/>
                      <wp:docPr id="5" name="Freeform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8E530E" id="Freeform 90" o:spid="_x0000_s1026" style="position:absolute;margin-left:133.8pt;margin-top:2.15pt;width:31.15pt;height:4.8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615950</wp:posOffset>
                      </wp:positionH>
                      <wp:positionV relativeFrom="paragraph">
                        <wp:posOffset>20955</wp:posOffset>
                      </wp:positionV>
                      <wp:extent cx="395605" cy="61595"/>
                      <wp:effectExtent l="9525" t="12700" r="13970" b="11430"/>
                      <wp:wrapNone/>
                      <wp:docPr id="4" name="Freeform 88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CF57EC" id="Freeform 88" o:spid="_x0000_s1026" alt="Granite" style="position:absolute;margin-left:48.5pt;margin-top:1.65pt;width:31.15pt;height:4.8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" path="m84,120c,106,185,36,185,36v,,72,-9,102,-12c317,21,344,,379,v35,,75,11,116,24c536,37,593,65,625,81v32,16,152,34,62,40l84,120xe">
                      <v:fill r:id="rId8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3717925</wp:posOffset>
                      </wp:positionH>
                      <wp:positionV relativeFrom="paragraph">
                        <wp:posOffset>17780</wp:posOffset>
                      </wp:positionV>
                      <wp:extent cx="335280" cy="62865"/>
                      <wp:effectExtent l="15875" t="19050" r="29845" b="13335"/>
                      <wp:wrapNone/>
                      <wp:docPr id="3" name="Freeform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600B16" id="Freeform 92" o:spid="_x0000_s1026" style="position:absolute;margin-left:292.75pt;margin-top:1.4pt;width:26.4pt;height:4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="00572033" w:rsidRPr="006015A1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572033" w:rsidRPr="006015A1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572033" w:rsidRPr="006015A1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</w:t>
            </w:r>
          </w:p>
        </w:tc>
      </w:tr>
      <w:tr w:rsidR="00784424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D90059" w:rsidRDefault="00572033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7"/>
                <w:szCs w:val="17"/>
              </w:rPr>
            </w:pPr>
            <w:r w:rsidRPr="00D90059">
              <w:rPr>
                <w:rFonts w:ascii="Arial" w:hAnsi="Arial" w:cs="Arial"/>
                <w:bCs/>
                <w:color w:val="808080"/>
                <w:sz w:val="17"/>
                <w:szCs w:val="17"/>
              </w:rPr>
              <w:t>Comments</w:t>
            </w:r>
            <w:r w:rsidR="00784424" w:rsidRPr="00D90059">
              <w:rPr>
                <w:rFonts w:ascii="Arial" w:hAnsi="Arial" w:cs="Arial"/>
                <w:bCs/>
                <w:color w:val="808080"/>
                <w:sz w:val="17"/>
                <w:szCs w:val="17"/>
              </w:rPr>
              <w:t>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D90059" w:rsidRDefault="00746844" w:rsidP="006015A1">
            <w:pPr>
              <w:tabs>
                <w:tab w:val="left" w:pos="822"/>
              </w:tabs>
              <w:rPr>
                <w:rFonts w:ascii="Arial" w:hAnsi="Arial"/>
                <w:bCs/>
                <w:sz w:val="17"/>
                <w:szCs w:val="17"/>
              </w:rPr>
            </w:pPr>
            <w:r w:rsidRPr="00D90059">
              <w:rPr>
                <w:rFonts w:ascii="Arial" w:hAnsi="Arial"/>
                <w:bCs/>
                <w:sz w:val="17"/>
                <w:szCs w:val="17"/>
              </w:rPr>
              <w:t xml:space="preserve">ABPI performed and reported in full separately. </w:t>
            </w:r>
          </w:p>
        </w:tc>
      </w:tr>
      <w:tr w:rsidR="00F864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D90059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7"/>
                <w:szCs w:val="17"/>
              </w:rPr>
            </w:pPr>
            <w:proofErr w:type="spellStart"/>
            <w:r w:rsidRPr="00D90059">
              <w:rPr>
                <w:rFonts w:ascii="Arial" w:hAnsi="Arial" w:cs="Arial"/>
                <w:color w:val="808080"/>
                <w:sz w:val="17"/>
                <w:szCs w:val="17"/>
              </w:rPr>
              <w:t>Aortoiliac</w:t>
            </w:r>
            <w:proofErr w:type="spellEnd"/>
            <w:r w:rsidRPr="00D90059">
              <w:rPr>
                <w:rFonts w:ascii="Arial" w:hAnsi="Arial" w:cs="Arial"/>
                <w:color w:val="808080"/>
                <w:sz w:val="17"/>
                <w:szCs w:val="17"/>
              </w:rPr>
              <w:t xml:space="preserve"> Segment: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4C3C" w:rsidRDefault="00746844" w:rsidP="00184C3C">
            <w:pPr>
              <w:tabs>
                <w:tab w:val="left" w:pos="2127"/>
              </w:tabs>
              <w:rPr>
                <w:rFonts w:ascii="Arial" w:hAnsi="Arial"/>
                <w:bCs/>
                <w:sz w:val="17"/>
                <w:szCs w:val="17"/>
              </w:rPr>
            </w:pPr>
            <w:r w:rsidRPr="00D90059">
              <w:rPr>
                <w:rFonts w:ascii="Arial" w:hAnsi="Arial"/>
                <w:bCs/>
                <w:sz w:val="17"/>
                <w:szCs w:val="17"/>
              </w:rPr>
              <w:t xml:space="preserve">Overlying bowel gas made this section technically difficult to assess. The mid left EIA and </w:t>
            </w:r>
            <w:r w:rsidR="00D90059" w:rsidRPr="00D90059">
              <w:rPr>
                <w:rFonts w:ascii="Arial" w:hAnsi="Arial"/>
                <w:bCs/>
                <w:sz w:val="17"/>
                <w:szCs w:val="17"/>
              </w:rPr>
              <w:t xml:space="preserve">the </w:t>
            </w:r>
            <w:r w:rsidRPr="00D90059">
              <w:rPr>
                <w:rFonts w:ascii="Arial" w:hAnsi="Arial"/>
                <w:bCs/>
                <w:sz w:val="17"/>
                <w:szCs w:val="17"/>
              </w:rPr>
              <w:t xml:space="preserve">proximal right EIA </w:t>
            </w:r>
            <w:r w:rsidR="00184C3C">
              <w:rPr>
                <w:rFonts w:ascii="Arial" w:hAnsi="Arial"/>
                <w:bCs/>
                <w:sz w:val="17"/>
                <w:szCs w:val="17"/>
              </w:rPr>
              <w:t>was</w:t>
            </w:r>
            <w:r w:rsidRPr="00D90059">
              <w:rPr>
                <w:rFonts w:ascii="Arial" w:hAnsi="Arial"/>
                <w:bCs/>
                <w:sz w:val="17"/>
                <w:szCs w:val="17"/>
              </w:rPr>
              <w:t xml:space="preserve"> not</w:t>
            </w:r>
            <w:r w:rsidR="00D90059" w:rsidRPr="00D90059">
              <w:rPr>
                <w:rFonts w:ascii="Arial" w:hAnsi="Arial"/>
                <w:bCs/>
                <w:sz w:val="17"/>
                <w:szCs w:val="17"/>
              </w:rPr>
              <w:t xml:space="preserve"> </w:t>
            </w:r>
            <w:r w:rsidRPr="00D90059">
              <w:rPr>
                <w:rFonts w:ascii="Arial" w:hAnsi="Arial"/>
                <w:bCs/>
                <w:sz w:val="17"/>
                <w:szCs w:val="17"/>
              </w:rPr>
              <w:t>visualised</w:t>
            </w:r>
            <w:r w:rsidR="00184C3C">
              <w:rPr>
                <w:rFonts w:ascii="Arial" w:hAnsi="Arial"/>
                <w:bCs/>
                <w:sz w:val="17"/>
                <w:szCs w:val="17"/>
              </w:rPr>
              <w:t xml:space="preserve"> accordingly</w:t>
            </w:r>
            <w:r w:rsidRPr="00D90059">
              <w:rPr>
                <w:rFonts w:ascii="Arial" w:hAnsi="Arial"/>
                <w:bCs/>
                <w:sz w:val="17"/>
                <w:szCs w:val="17"/>
              </w:rPr>
              <w:t xml:space="preserve">. </w:t>
            </w:r>
          </w:p>
          <w:p w:rsidR="00F8647F" w:rsidRPr="00D90059" w:rsidRDefault="00746844" w:rsidP="00184C3C">
            <w:pPr>
              <w:tabs>
                <w:tab w:val="left" w:pos="2127"/>
              </w:tabs>
              <w:rPr>
                <w:rFonts w:ascii="Arial" w:hAnsi="Arial"/>
                <w:bCs/>
                <w:sz w:val="17"/>
                <w:szCs w:val="17"/>
              </w:rPr>
            </w:pPr>
            <w:r w:rsidRPr="00D90059">
              <w:rPr>
                <w:rFonts w:ascii="Arial" w:hAnsi="Arial"/>
                <w:bCs/>
                <w:sz w:val="17"/>
                <w:szCs w:val="17"/>
              </w:rPr>
              <w:t xml:space="preserve">75-99% proximal right CIA stenosis. </w:t>
            </w:r>
            <w:r w:rsidR="00D90059" w:rsidRPr="00D90059">
              <w:rPr>
                <w:rFonts w:ascii="Arial" w:hAnsi="Arial"/>
                <w:bCs/>
                <w:sz w:val="17"/>
                <w:szCs w:val="17"/>
              </w:rPr>
              <w:t xml:space="preserve">There are mildly increased velocities in the </w:t>
            </w:r>
            <w:proofErr w:type="spellStart"/>
            <w:r w:rsidR="00D90059" w:rsidRPr="00D90059">
              <w:rPr>
                <w:rFonts w:ascii="Arial" w:hAnsi="Arial"/>
                <w:bCs/>
                <w:sz w:val="17"/>
                <w:szCs w:val="17"/>
              </w:rPr>
              <w:t xml:space="preserve">mid </w:t>
            </w:r>
            <w:r w:rsidR="00184C3C">
              <w:rPr>
                <w:rFonts w:ascii="Arial" w:hAnsi="Arial"/>
                <w:bCs/>
                <w:sz w:val="17"/>
                <w:szCs w:val="17"/>
              </w:rPr>
              <w:t>section</w:t>
            </w:r>
            <w:proofErr w:type="spellEnd"/>
            <w:r w:rsidR="00184C3C">
              <w:rPr>
                <w:rFonts w:ascii="Arial" w:hAnsi="Arial"/>
                <w:bCs/>
                <w:sz w:val="17"/>
                <w:szCs w:val="17"/>
              </w:rPr>
              <w:t xml:space="preserve"> of the</w:t>
            </w:r>
            <w:r w:rsidR="00184C3C" w:rsidRPr="00D90059">
              <w:rPr>
                <w:rFonts w:ascii="Arial" w:hAnsi="Arial"/>
                <w:bCs/>
                <w:sz w:val="17"/>
                <w:szCs w:val="17"/>
              </w:rPr>
              <w:t xml:space="preserve"> </w:t>
            </w:r>
            <w:r w:rsidR="00184C3C" w:rsidRPr="00D90059">
              <w:rPr>
                <w:rFonts w:ascii="Arial" w:hAnsi="Arial"/>
                <w:bCs/>
                <w:sz w:val="17"/>
                <w:szCs w:val="17"/>
              </w:rPr>
              <w:t xml:space="preserve">Left </w:t>
            </w:r>
            <w:r w:rsidR="00D90059" w:rsidRPr="00D90059">
              <w:rPr>
                <w:rFonts w:ascii="Arial" w:hAnsi="Arial"/>
                <w:bCs/>
                <w:sz w:val="17"/>
                <w:szCs w:val="17"/>
              </w:rPr>
              <w:t xml:space="preserve">EIA, however no stenosis was visualised and distal waveforms </w:t>
            </w:r>
            <w:r w:rsidR="00184C3C">
              <w:rPr>
                <w:rFonts w:ascii="Arial" w:hAnsi="Arial"/>
                <w:bCs/>
                <w:sz w:val="17"/>
                <w:szCs w:val="17"/>
              </w:rPr>
              <w:t>are</w:t>
            </w:r>
            <w:r w:rsidR="00D90059" w:rsidRPr="00D90059">
              <w:rPr>
                <w:rFonts w:ascii="Arial" w:hAnsi="Arial"/>
                <w:bCs/>
                <w:sz w:val="17"/>
                <w:szCs w:val="17"/>
              </w:rPr>
              <w:t xml:space="preserve"> biphasic, indicating that significant</w:t>
            </w:r>
            <w:r w:rsidR="00184C3C">
              <w:rPr>
                <w:rFonts w:ascii="Arial" w:hAnsi="Arial"/>
                <w:bCs/>
                <w:sz w:val="17"/>
                <w:szCs w:val="17"/>
              </w:rPr>
              <w:t xml:space="preserve"> proximal</w:t>
            </w:r>
            <w:r w:rsidR="00D90059" w:rsidRPr="00D90059">
              <w:rPr>
                <w:rFonts w:ascii="Arial" w:hAnsi="Arial"/>
                <w:bCs/>
                <w:sz w:val="17"/>
                <w:szCs w:val="17"/>
              </w:rPr>
              <w:t xml:space="preserve"> disease is not likely to be present. </w:t>
            </w:r>
            <w:r w:rsidRPr="00D90059">
              <w:rPr>
                <w:rFonts w:ascii="Arial" w:hAnsi="Arial"/>
                <w:bCs/>
                <w:sz w:val="17"/>
                <w:szCs w:val="17"/>
              </w:rPr>
              <w:t>Normal cali</w:t>
            </w:r>
            <w:bookmarkStart w:id="0" w:name="_GoBack"/>
            <w:bookmarkEnd w:id="0"/>
            <w:r w:rsidRPr="00D90059">
              <w:rPr>
                <w:rFonts w:ascii="Arial" w:hAnsi="Arial"/>
                <w:bCs/>
                <w:sz w:val="17"/>
                <w:szCs w:val="17"/>
              </w:rPr>
              <w:t>bre Aorta.</w:t>
            </w:r>
          </w:p>
        </w:tc>
      </w:tr>
      <w:tr w:rsidR="00F864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D90059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7"/>
                <w:szCs w:val="17"/>
              </w:rPr>
            </w:pPr>
            <w:r w:rsidRPr="00D90059">
              <w:rPr>
                <w:rFonts w:ascii="Arial" w:hAnsi="Arial" w:cs="Arial"/>
                <w:color w:val="808080"/>
                <w:sz w:val="17"/>
                <w:szCs w:val="17"/>
              </w:rPr>
              <w:t>Common Femoral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D90059" w:rsidRDefault="00746844" w:rsidP="006015A1">
            <w:pPr>
              <w:tabs>
                <w:tab w:val="left" w:pos="2127"/>
              </w:tabs>
              <w:rPr>
                <w:rFonts w:ascii="Arial" w:hAnsi="Arial"/>
                <w:bCs/>
                <w:sz w:val="17"/>
                <w:szCs w:val="17"/>
              </w:rPr>
            </w:pPr>
            <w:r w:rsidRPr="00D90059">
              <w:rPr>
                <w:rFonts w:ascii="Arial" w:hAnsi="Arial"/>
                <w:bCs/>
                <w:sz w:val="17"/>
                <w:szCs w:val="17"/>
              </w:rPr>
              <w:t>Patent. No significant arterial disease seen.</w:t>
            </w:r>
          </w:p>
        </w:tc>
      </w:tr>
      <w:tr w:rsidR="00F864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D90059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7"/>
                <w:szCs w:val="17"/>
              </w:rPr>
            </w:pPr>
            <w:r w:rsidRPr="00D90059">
              <w:rPr>
                <w:rFonts w:ascii="Arial" w:hAnsi="Arial" w:cs="Arial"/>
                <w:color w:val="808080"/>
                <w:sz w:val="17"/>
                <w:szCs w:val="17"/>
              </w:rPr>
              <w:t xml:space="preserve">Proximal </w:t>
            </w:r>
            <w:proofErr w:type="spellStart"/>
            <w:r w:rsidRPr="00D90059">
              <w:rPr>
                <w:rFonts w:ascii="Arial" w:hAnsi="Arial" w:cs="Arial"/>
                <w:color w:val="808080"/>
                <w:sz w:val="17"/>
                <w:szCs w:val="17"/>
              </w:rPr>
              <w:t>Profunda</w:t>
            </w:r>
            <w:proofErr w:type="spellEnd"/>
            <w:r w:rsidRPr="00D90059">
              <w:rPr>
                <w:rFonts w:ascii="Arial" w:hAnsi="Arial" w:cs="Arial"/>
                <w:color w:val="808080"/>
                <w:sz w:val="17"/>
                <w:szCs w:val="17"/>
              </w:rPr>
              <w:t xml:space="preserve"> </w:t>
            </w:r>
            <w:proofErr w:type="spellStart"/>
            <w:r w:rsidRPr="00D90059">
              <w:rPr>
                <w:rFonts w:ascii="Arial" w:hAnsi="Arial" w:cs="Arial"/>
                <w:color w:val="808080"/>
                <w:sz w:val="17"/>
                <w:szCs w:val="17"/>
              </w:rPr>
              <w:t>Femoris</w:t>
            </w:r>
            <w:proofErr w:type="spellEnd"/>
            <w:r w:rsidRPr="00D90059">
              <w:rPr>
                <w:rFonts w:ascii="Arial" w:hAnsi="Arial" w:cs="Arial"/>
                <w:color w:val="808080"/>
                <w:sz w:val="17"/>
                <w:szCs w:val="17"/>
              </w:rPr>
              <w:t>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D90059" w:rsidRDefault="00746844" w:rsidP="006015A1">
            <w:pPr>
              <w:tabs>
                <w:tab w:val="left" w:pos="2127"/>
              </w:tabs>
              <w:rPr>
                <w:rFonts w:ascii="Arial" w:hAnsi="Arial"/>
                <w:bCs/>
                <w:sz w:val="17"/>
                <w:szCs w:val="17"/>
              </w:rPr>
            </w:pPr>
            <w:r w:rsidRPr="00D90059">
              <w:rPr>
                <w:rFonts w:ascii="Arial" w:hAnsi="Arial"/>
                <w:bCs/>
                <w:sz w:val="17"/>
                <w:szCs w:val="17"/>
              </w:rPr>
              <w:t>Patent at origin.</w:t>
            </w:r>
          </w:p>
        </w:tc>
      </w:tr>
      <w:tr w:rsidR="00F864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D90059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7"/>
                <w:szCs w:val="17"/>
              </w:rPr>
            </w:pPr>
            <w:r w:rsidRPr="00D90059">
              <w:rPr>
                <w:rFonts w:ascii="Arial" w:hAnsi="Arial" w:cs="Arial"/>
                <w:color w:val="808080"/>
                <w:sz w:val="17"/>
                <w:szCs w:val="17"/>
              </w:rPr>
              <w:t>Superficial Femoral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D90059" w:rsidRDefault="00746844" w:rsidP="006015A1">
            <w:pPr>
              <w:tabs>
                <w:tab w:val="left" w:pos="2127"/>
              </w:tabs>
              <w:rPr>
                <w:rFonts w:ascii="Arial" w:hAnsi="Arial"/>
                <w:bCs/>
                <w:sz w:val="17"/>
                <w:szCs w:val="17"/>
              </w:rPr>
            </w:pPr>
            <w:r w:rsidRPr="00D90059">
              <w:rPr>
                <w:rFonts w:ascii="Arial" w:hAnsi="Arial"/>
                <w:bCs/>
                <w:sz w:val="17"/>
                <w:szCs w:val="17"/>
              </w:rPr>
              <w:t>Patent. No significant arterial disease seen.</w:t>
            </w:r>
          </w:p>
        </w:tc>
      </w:tr>
      <w:tr w:rsidR="00F864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D90059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7"/>
                <w:szCs w:val="17"/>
              </w:rPr>
            </w:pPr>
            <w:r w:rsidRPr="00D90059">
              <w:rPr>
                <w:rFonts w:ascii="Arial" w:hAnsi="Arial" w:cs="Arial"/>
                <w:color w:val="808080"/>
                <w:sz w:val="17"/>
                <w:szCs w:val="17"/>
              </w:rPr>
              <w:t>Popliteal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D90059" w:rsidRDefault="00746844" w:rsidP="006015A1">
            <w:pPr>
              <w:tabs>
                <w:tab w:val="left" w:pos="2127"/>
              </w:tabs>
              <w:rPr>
                <w:rFonts w:ascii="Arial" w:hAnsi="Arial"/>
                <w:bCs/>
                <w:sz w:val="17"/>
                <w:szCs w:val="17"/>
              </w:rPr>
            </w:pPr>
            <w:r w:rsidRPr="00D90059">
              <w:rPr>
                <w:rFonts w:ascii="Arial" w:hAnsi="Arial"/>
                <w:bCs/>
                <w:sz w:val="17"/>
                <w:szCs w:val="17"/>
              </w:rPr>
              <w:t>Patent. No significant arterial disease seen.</w:t>
            </w:r>
          </w:p>
        </w:tc>
      </w:tr>
      <w:tr w:rsidR="00F864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D90059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7"/>
                <w:szCs w:val="17"/>
              </w:rPr>
            </w:pPr>
            <w:r w:rsidRPr="00D90059">
              <w:rPr>
                <w:rFonts w:ascii="Arial" w:hAnsi="Arial" w:cs="Arial"/>
                <w:color w:val="808080"/>
                <w:sz w:val="17"/>
                <w:szCs w:val="17"/>
              </w:rPr>
              <w:t>Calf: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D90059" w:rsidRDefault="00746844" w:rsidP="006015A1">
            <w:pPr>
              <w:tabs>
                <w:tab w:val="left" w:pos="2127"/>
              </w:tabs>
              <w:rPr>
                <w:rFonts w:ascii="Arial" w:hAnsi="Arial"/>
                <w:bCs/>
                <w:sz w:val="17"/>
                <w:szCs w:val="17"/>
              </w:rPr>
            </w:pPr>
            <w:r w:rsidRPr="00D90059">
              <w:rPr>
                <w:rFonts w:ascii="Arial" w:hAnsi="Arial"/>
                <w:bCs/>
                <w:sz w:val="17"/>
                <w:szCs w:val="17"/>
              </w:rPr>
              <w:t xml:space="preserve">3 vessel run off seen to cross the ankle. Mild calcification with no significant stenosis seen. </w:t>
            </w:r>
          </w:p>
          <w:p w:rsidR="00746844" w:rsidRPr="00D90059" w:rsidRDefault="00746844" w:rsidP="006015A1">
            <w:pPr>
              <w:tabs>
                <w:tab w:val="left" w:pos="2127"/>
              </w:tabs>
              <w:rPr>
                <w:rFonts w:ascii="Arial" w:hAnsi="Arial"/>
                <w:bCs/>
                <w:sz w:val="17"/>
                <w:szCs w:val="17"/>
              </w:rPr>
            </w:pPr>
          </w:p>
        </w:tc>
      </w:tr>
      <w:tr w:rsidR="00D90059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6015A1" w:rsidRDefault="00784424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1003E" w:rsidRPr="0081003E" w:rsidRDefault="0081003E" w:rsidP="006015A1">
            <w:pPr>
              <w:tabs>
                <w:tab w:val="left" w:pos="2127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C56EDD" w:rsidRDefault="0074684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  <w:lang w:val="en-GB" w:eastAsia="en-GB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-227965</wp:posOffset>
                </wp:positionH>
                <wp:positionV relativeFrom="paragraph">
                  <wp:posOffset>2713355</wp:posOffset>
                </wp:positionV>
                <wp:extent cx="306070" cy="152400"/>
                <wp:effectExtent l="6350" t="4445" r="1905" b="5080"/>
                <wp:wrapNone/>
                <wp:docPr id="2" name="Text Box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70" cy="152400"/>
                        </a:xfrm>
                        <a:prstGeom prst="rect">
                          <a:avLst/>
                        </a:prstGeom>
                        <a:solidFill>
                          <a:srgbClr val="3366FF">
                            <a:alpha val="2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3366FF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6E3B" w:rsidRPr="004E4B01" w:rsidRDefault="00746844" w:rsidP="00016E3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M68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5" o:spid="_x0000_s1046" type="#_x0000_t202" style="position:absolute;margin-left:-17.95pt;margin-top:213.65pt;width:24.1pt;height:1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" fillcolor="#36f" stroked="f" strokecolor="#36f" strokeweight=".25pt">
                <v:fill opacity="13107f"/>
                <v:stroke dashstyle="1 1"/>
                <v:textbox inset=".5mm,.5mm,.5mm,.5mm">
                  <w:txbxContent>
                    <w:p w:rsidR="00016E3B" w:rsidRPr="004E4B01" w:rsidRDefault="00746844" w:rsidP="00016E3B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M68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94581" w:rsidRPr="00C56EDD" w:rsidSect="003F7FA3">
      <w:headerReference w:type="default" r:id="rId9"/>
      <w:footerReference w:type="default" r:id="rId10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03E" w:rsidRDefault="0081003E">
      <w:r>
        <w:separator/>
      </w:r>
    </w:p>
  </w:endnote>
  <w:endnote w:type="continuationSeparator" w:id="0">
    <w:p w:rsidR="0081003E" w:rsidRDefault="00810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820" w:rsidRPr="00C77B66" w:rsidRDefault="00E21820" w:rsidP="00C77B66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03E" w:rsidRDefault="0081003E">
      <w:r>
        <w:separator/>
      </w:r>
    </w:p>
  </w:footnote>
  <w:footnote w:type="continuationSeparator" w:id="0">
    <w:p w:rsidR="0081003E" w:rsidRDefault="008100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FA3" w:rsidRDefault="00746844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4761230</wp:posOffset>
          </wp:positionH>
          <wp:positionV relativeFrom="paragraph">
            <wp:posOffset>-49530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6145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03E"/>
    <w:rsid w:val="00016E3B"/>
    <w:rsid w:val="000266FD"/>
    <w:rsid w:val="0003782A"/>
    <w:rsid w:val="00042601"/>
    <w:rsid w:val="00082FF5"/>
    <w:rsid w:val="000A3239"/>
    <w:rsid w:val="000C0F48"/>
    <w:rsid w:val="000D25CF"/>
    <w:rsid w:val="00106CEB"/>
    <w:rsid w:val="00130125"/>
    <w:rsid w:val="00130D4E"/>
    <w:rsid w:val="001747DC"/>
    <w:rsid w:val="00184C3C"/>
    <w:rsid w:val="0019274F"/>
    <w:rsid w:val="00194910"/>
    <w:rsid w:val="001E5DCF"/>
    <w:rsid w:val="002027E7"/>
    <w:rsid w:val="00202BBA"/>
    <w:rsid w:val="0020510B"/>
    <w:rsid w:val="00216637"/>
    <w:rsid w:val="00224FA1"/>
    <w:rsid w:val="002523B4"/>
    <w:rsid w:val="00252DD3"/>
    <w:rsid w:val="00264648"/>
    <w:rsid w:val="00267D9C"/>
    <w:rsid w:val="00267E93"/>
    <w:rsid w:val="00274108"/>
    <w:rsid w:val="002845F4"/>
    <w:rsid w:val="002C2267"/>
    <w:rsid w:val="002D5608"/>
    <w:rsid w:val="002E4B0D"/>
    <w:rsid w:val="002E67BE"/>
    <w:rsid w:val="002F29A9"/>
    <w:rsid w:val="00306B5A"/>
    <w:rsid w:val="003103F4"/>
    <w:rsid w:val="003112C6"/>
    <w:rsid w:val="00317A10"/>
    <w:rsid w:val="00324B94"/>
    <w:rsid w:val="00332965"/>
    <w:rsid w:val="00334A76"/>
    <w:rsid w:val="0034322A"/>
    <w:rsid w:val="00347E54"/>
    <w:rsid w:val="003512C1"/>
    <w:rsid w:val="00391A9B"/>
    <w:rsid w:val="00392EB6"/>
    <w:rsid w:val="003A31C2"/>
    <w:rsid w:val="003B7DF9"/>
    <w:rsid w:val="003D2437"/>
    <w:rsid w:val="003F7FA3"/>
    <w:rsid w:val="00400424"/>
    <w:rsid w:val="004063ED"/>
    <w:rsid w:val="0041713E"/>
    <w:rsid w:val="0042230F"/>
    <w:rsid w:val="00431DE6"/>
    <w:rsid w:val="0043201F"/>
    <w:rsid w:val="004400FD"/>
    <w:rsid w:val="00443A11"/>
    <w:rsid w:val="00446D9E"/>
    <w:rsid w:val="004479C2"/>
    <w:rsid w:val="00464EE7"/>
    <w:rsid w:val="00475D18"/>
    <w:rsid w:val="004770A1"/>
    <w:rsid w:val="004932D3"/>
    <w:rsid w:val="004934E7"/>
    <w:rsid w:val="004B0786"/>
    <w:rsid w:val="004B0C04"/>
    <w:rsid w:val="004C374F"/>
    <w:rsid w:val="004C694B"/>
    <w:rsid w:val="004F3275"/>
    <w:rsid w:val="004F7760"/>
    <w:rsid w:val="005177B0"/>
    <w:rsid w:val="0052175F"/>
    <w:rsid w:val="00572033"/>
    <w:rsid w:val="005D3A41"/>
    <w:rsid w:val="005E2D54"/>
    <w:rsid w:val="005E5BC0"/>
    <w:rsid w:val="005F455E"/>
    <w:rsid w:val="006015A1"/>
    <w:rsid w:val="00630CF9"/>
    <w:rsid w:val="00633917"/>
    <w:rsid w:val="0064186A"/>
    <w:rsid w:val="0065477B"/>
    <w:rsid w:val="00663D4E"/>
    <w:rsid w:val="00684981"/>
    <w:rsid w:val="00687CAB"/>
    <w:rsid w:val="00694581"/>
    <w:rsid w:val="006A4D8E"/>
    <w:rsid w:val="006C02CB"/>
    <w:rsid w:val="006F1F8F"/>
    <w:rsid w:val="00735D1B"/>
    <w:rsid w:val="00746844"/>
    <w:rsid w:val="0077506E"/>
    <w:rsid w:val="00781E01"/>
    <w:rsid w:val="00784424"/>
    <w:rsid w:val="007A0A8C"/>
    <w:rsid w:val="007A7B01"/>
    <w:rsid w:val="007B024A"/>
    <w:rsid w:val="007C096F"/>
    <w:rsid w:val="0081003E"/>
    <w:rsid w:val="00834776"/>
    <w:rsid w:val="00845175"/>
    <w:rsid w:val="008527CA"/>
    <w:rsid w:val="008A16E0"/>
    <w:rsid w:val="008B5D7F"/>
    <w:rsid w:val="008C682C"/>
    <w:rsid w:val="008D27CF"/>
    <w:rsid w:val="008D344E"/>
    <w:rsid w:val="00901CDD"/>
    <w:rsid w:val="00907C23"/>
    <w:rsid w:val="00911F56"/>
    <w:rsid w:val="00922FD7"/>
    <w:rsid w:val="00937D9E"/>
    <w:rsid w:val="0094691B"/>
    <w:rsid w:val="009704D6"/>
    <w:rsid w:val="00981F73"/>
    <w:rsid w:val="00985862"/>
    <w:rsid w:val="009A34D2"/>
    <w:rsid w:val="009A5CA0"/>
    <w:rsid w:val="009C6954"/>
    <w:rsid w:val="009D2BAA"/>
    <w:rsid w:val="009E69C7"/>
    <w:rsid w:val="00A00D03"/>
    <w:rsid w:val="00A50BBC"/>
    <w:rsid w:val="00A52F9D"/>
    <w:rsid w:val="00A5497F"/>
    <w:rsid w:val="00A5541F"/>
    <w:rsid w:val="00A7491A"/>
    <w:rsid w:val="00A84E3C"/>
    <w:rsid w:val="00AA6449"/>
    <w:rsid w:val="00AA7A3D"/>
    <w:rsid w:val="00AA7DC6"/>
    <w:rsid w:val="00AC13F4"/>
    <w:rsid w:val="00AD1C52"/>
    <w:rsid w:val="00AE30A1"/>
    <w:rsid w:val="00AF27D7"/>
    <w:rsid w:val="00B46ED4"/>
    <w:rsid w:val="00B67AFA"/>
    <w:rsid w:val="00B930C2"/>
    <w:rsid w:val="00BE0C6B"/>
    <w:rsid w:val="00BF200C"/>
    <w:rsid w:val="00C20259"/>
    <w:rsid w:val="00C4581A"/>
    <w:rsid w:val="00C46C3E"/>
    <w:rsid w:val="00C47CD3"/>
    <w:rsid w:val="00C56EDD"/>
    <w:rsid w:val="00C732E4"/>
    <w:rsid w:val="00C77B66"/>
    <w:rsid w:val="00C9350C"/>
    <w:rsid w:val="00CA11B2"/>
    <w:rsid w:val="00CA3CC5"/>
    <w:rsid w:val="00CB33A4"/>
    <w:rsid w:val="00CC6657"/>
    <w:rsid w:val="00CD7188"/>
    <w:rsid w:val="00CF5D0F"/>
    <w:rsid w:val="00CF7A3E"/>
    <w:rsid w:val="00D06EBF"/>
    <w:rsid w:val="00D25847"/>
    <w:rsid w:val="00D34D9F"/>
    <w:rsid w:val="00D42CEC"/>
    <w:rsid w:val="00D605F8"/>
    <w:rsid w:val="00D70407"/>
    <w:rsid w:val="00D8557F"/>
    <w:rsid w:val="00D86908"/>
    <w:rsid w:val="00D90059"/>
    <w:rsid w:val="00DB4A2B"/>
    <w:rsid w:val="00DD13FB"/>
    <w:rsid w:val="00DE7549"/>
    <w:rsid w:val="00DF3825"/>
    <w:rsid w:val="00E02575"/>
    <w:rsid w:val="00E02F9D"/>
    <w:rsid w:val="00E04DCA"/>
    <w:rsid w:val="00E071B6"/>
    <w:rsid w:val="00E21820"/>
    <w:rsid w:val="00E21EED"/>
    <w:rsid w:val="00E51BD6"/>
    <w:rsid w:val="00E62A18"/>
    <w:rsid w:val="00E70784"/>
    <w:rsid w:val="00E75EB3"/>
    <w:rsid w:val="00E80E3F"/>
    <w:rsid w:val="00E84E8C"/>
    <w:rsid w:val="00E96ADB"/>
    <w:rsid w:val="00EE3D4D"/>
    <w:rsid w:val="00EF7F68"/>
    <w:rsid w:val="00F03878"/>
    <w:rsid w:val="00F140F6"/>
    <w:rsid w:val="00F212E8"/>
    <w:rsid w:val="00F62C4D"/>
    <w:rsid w:val="00F8023E"/>
    <w:rsid w:val="00F8647F"/>
    <w:rsid w:val="00F90BE6"/>
    <w:rsid w:val="00FB5A9B"/>
    <w:rsid w:val="00FC2EFB"/>
    <w:rsid w:val="00FC3506"/>
    <w:rsid w:val="00FD5807"/>
    <w:rsid w:val="00FE1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ddd,#eaeaea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56B829DD"/>
  <w15:chartTrackingRefBased/>
  <w15:docId w15:val="{6043EDA1-5B93-4A56-94B2-CF7C22292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pbh-tr.nhs.uk\Users\Home\jamesr2\Desktop\LEFT%20SIDE\Arterial%20Lt%20LE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7C3B7-64D5-4A9C-BA2A-807F778BC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Arterial Lt LEA</Template>
  <TotalTime>11</TotalTime>
  <Pages>1</Pages>
  <Words>184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Company>Peterborough City Hospital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>Patient Report</dc:subject>
  <dc:creator>James, Robert</dc:creator>
  <cp:keywords/>
  <cp:lastModifiedBy>James, Robert</cp:lastModifiedBy>
  <cp:revision>4</cp:revision>
  <dcterms:created xsi:type="dcterms:W3CDTF">2020-08-12T07:50:00Z</dcterms:created>
  <dcterms:modified xsi:type="dcterms:W3CDTF">2020-08-14T08:29:00Z</dcterms:modified>
  <cp:category>Patient Report</cp:category>
</cp:coreProperties>
</file>